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92D79" w14:textId="42E8385F" w:rsidR="00D513DD" w:rsidRDefault="00D513DD">
      <w:pPr>
        <w:pStyle w:val="Pealkiri4"/>
        <w:ind w:left="0" w:firstLine="0"/>
        <w:jc w:val="center"/>
      </w:pPr>
      <w:r>
        <w:t>KÄSUNDUSLEPING</w:t>
      </w:r>
      <w:r w:rsidR="00EF2C33">
        <w:t xml:space="preserve"> </w:t>
      </w:r>
      <w:r w:rsidR="00EF2C33" w:rsidRPr="00A81FF6">
        <w:t xml:space="preserve">nr </w:t>
      </w:r>
      <w:r w:rsidR="008C4FBF" w:rsidRPr="008C4FBF">
        <w:rPr>
          <w:b w:val="0"/>
        </w:rPr>
        <w:t>1-18/2023/7</w:t>
      </w:r>
    </w:p>
    <w:p w14:paraId="17A24C7B" w14:textId="77777777" w:rsidR="00C43328" w:rsidRDefault="00C43328">
      <w:pPr>
        <w:pStyle w:val="Kehatekst2"/>
        <w:jc w:val="both"/>
        <w:rPr>
          <w:sz w:val="24"/>
          <w:szCs w:val="24"/>
          <w:lang w:eastAsia="en-US"/>
        </w:rPr>
      </w:pPr>
    </w:p>
    <w:p w14:paraId="485CD623" w14:textId="378E7204" w:rsidR="00B623E9" w:rsidRDefault="00894487" w:rsidP="00B623E9">
      <w:pPr>
        <w:pStyle w:val="Normaallaadveeb"/>
        <w:jc w:val="right"/>
        <w:rPr>
          <w:rFonts w:eastAsia="Calibri"/>
          <w:szCs w:val="22"/>
        </w:rPr>
      </w:pPr>
      <w:sdt>
        <w:sdtPr>
          <w:rPr>
            <w:rFonts w:eastAsia="Calibri"/>
          </w:rPr>
          <w:id w:val="2023509367"/>
          <w:placeholder>
            <w:docPart w:val="43B6F646A7FD41C7AE9ECCF7699F87FF"/>
          </w:placeholder>
          <w:date w:fullDate="2023-01-19T00:00:00Z">
            <w:dateFormat w:val="d.MM.yyyy"/>
            <w:lid w:val="et-EE"/>
            <w:storeMappedDataAs w:val="dateTime"/>
            <w:calendar w:val="gregorian"/>
          </w:date>
        </w:sdtPr>
        <w:sdtEndPr/>
        <w:sdtContent>
          <w:r w:rsidR="008C4FBF">
            <w:rPr>
              <w:rFonts w:eastAsia="Calibri"/>
              <w:lang w:val="et-EE"/>
            </w:rPr>
            <w:t>19.01.2023</w:t>
          </w:r>
        </w:sdtContent>
      </w:sdt>
    </w:p>
    <w:p w14:paraId="2C8FD32F" w14:textId="77777777" w:rsidR="006C5A2D" w:rsidRPr="006C5A2D" w:rsidRDefault="00B623E9" w:rsidP="006C5A2D">
      <w:pPr>
        <w:pStyle w:val="Normaallaadveeb"/>
        <w:jc w:val="right"/>
      </w:pPr>
      <w:r>
        <w:rPr>
          <w:rFonts w:eastAsia="Calibri"/>
          <w:szCs w:val="22"/>
        </w:rPr>
        <w:t>(</w:t>
      </w:r>
      <w:proofErr w:type="gramStart"/>
      <w:r>
        <w:rPr>
          <w:rFonts w:eastAsia="Calibri"/>
          <w:szCs w:val="22"/>
        </w:rPr>
        <w:t>hiliseima</w:t>
      </w:r>
      <w:proofErr w:type="gramEnd"/>
      <w:r>
        <w:rPr>
          <w:rFonts w:eastAsia="Calibri"/>
          <w:szCs w:val="22"/>
        </w:rPr>
        <w:t xml:space="preserve"> digitaalallkirja kuupäev)</w:t>
      </w:r>
      <w:r w:rsidR="00481361">
        <w:t xml:space="preserve"> </w:t>
      </w:r>
    </w:p>
    <w:p w14:paraId="24A57D14" w14:textId="77777777" w:rsidR="00FF31D1" w:rsidRPr="00B623E9" w:rsidRDefault="00FF31D1">
      <w:pPr>
        <w:jc w:val="both"/>
        <w:rPr>
          <w:spacing w:val="0"/>
        </w:rPr>
      </w:pPr>
    </w:p>
    <w:p w14:paraId="7BBC3B48" w14:textId="04DFF78B" w:rsidR="00B623E9" w:rsidRPr="00B623E9" w:rsidRDefault="00D513DD" w:rsidP="00B623E9">
      <w:pPr>
        <w:jc w:val="both"/>
        <w:rPr>
          <w:spacing w:val="0"/>
        </w:rPr>
      </w:pPr>
      <w:r w:rsidRPr="00B623E9">
        <w:rPr>
          <w:b/>
          <w:bCs/>
          <w:spacing w:val="0"/>
        </w:rPr>
        <w:t>Riigimetsa Majandamise Keskus</w:t>
      </w:r>
      <w:r w:rsidRPr="00B623E9">
        <w:rPr>
          <w:spacing w:val="0"/>
        </w:rPr>
        <w:t xml:space="preserve">, </w:t>
      </w:r>
      <w:r w:rsidR="00B623E9" w:rsidRPr="00B623E9">
        <w:rPr>
          <w:spacing w:val="0"/>
        </w:rPr>
        <w:t xml:space="preserve">edaspidi </w:t>
      </w:r>
      <w:r w:rsidR="00B623E9" w:rsidRPr="00B623E9">
        <w:rPr>
          <w:b/>
          <w:spacing w:val="0"/>
        </w:rPr>
        <w:t xml:space="preserve">käsundiandja, </w:t>
      </w:r>
      <w:r w:rsidR="00B623E9" w:rsidRPr="00B623E9">
        <w:rPr>
          <w:spacing w:val="0"/>
        </w:rPr>
        <w:t xml:space="preserve">keda esindab </w:t>
      </w:r>
      <w:sdt>
        <w:sdtPr>
          <w:tag w:val="Riigimetsa Majandamise Keskuse "/>
          <w:id w:val="-1598098674"/>
          <w:placeholder>
            <w:docPart w:val="EF9250FADF4C4865935D9F93D834EDF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A4266D">
            <w:t>juhatuse esimehe</w:t>
          </w:r>
        </w:sdtContent>
      </w:sdt>
      <w:r w:rsidR="0099525C">
        <w:t xml:space="preserve"> </w:t>
      </w:r>
      <w:sdt>
        <w:sdtPr>
          <w:alias w:val="Vali kuupäev"/>
          <w:tag w:val="Vali kuupäev"/>
          <w:id w:val="-171967024"/>
          <w:placeholder>
            <w:docPart w:val="E18C6B30FDD04A22BFB6C540154A2DC2"/>
          </w:placeholder>
          <w:date w:fullDate="2020-02-10T00:00:00Z">
            <w:dateFormat w:val="d.MM.yyyy"/>
            <w:lid w:val="et-EE"/>
            <w:storeMappedDataAs w:val="dateTime"/>
            <w:calendar w:val="gregorian"/>
          </w:date>
        </w:sdtPr>
        <w:sdtEndPr/>
        <w:sdtContent>
          <w:r w:rsidR="00A4266D">
            <w:t>10.02.2020</w:t>
          </w:r>
        </w:sdtContent>
      </w:sdt>
      <w:r w:rsidR="0099525C" w:rsidRPr="00F524C7">
        <w:t xml:space="preserve"> </w:t>
      </w:r>
      <w:sdt>
        <w:sdtPr>
          <w:id w:val="-775716232"/>
          <w:placeholder>
            <w:docPart w:val="EF9250FADF4C4865935D9F93D834EDFE"/>
          </w:placeholder>
          <w:comboBox>
            <w:listItem w:displayText="otsuse" w:value="otsuse"/>
            <w:listItem w:displayText="käskkirja" w:value="käskkirja"/>
            <w:listItem w:displayText="volikirja" w:value="volikirja"/>
            <w:listItem w:displayText="määruse" w:value="määruse"/>
          </w:comboBox>
        </w:sdtPr>
        <w:sdtEndPr/>
        <w:sdtContent>
          <w:r w:rsidR="00A4266D">
            <w:t>käskkirja</w:t>
          </w:r>
        </w:sdtContent>
      </w:sdt>
      <w:r w:rsidR="00B623E9" w:rsidRPr="00B623E9">
        <w:rPr>
          <w:spacing w:val="0"/>
        </w:rPr>
        <w:t xml:space="preserve"> nr </w:t>
      </w:r>
      <w:r w:rsidR="00A4266D">
        <w:rPr>
          <w:spacing w:val="0"/>
        </w:rPr>
        <w:t xml:space="preserve">1-5/32 </w:t>
      </w:r>
      <w:r w:rsidR="00B623E9" w:rsidRPr="00B623E9">
        <w:rPr>
          <w:spacing w:val="0"/>
        </w:rPr>
        <w:t xml:space="preserve">alusel </w:t>
      </w:r>
      <w:r w:rsidR="00A4266D">
        <w:rPr>
          <w:spacing w:val="0"/>
        </w:rPr>
        <w:t>Jõgevamaa külastuala juht</w:t>
      </w:r>
      <w:r w:rsidR="00B623E9" w:rsidRPr="00B623E9">
        <w:rPr>
          <w:rFonts w:eastAsia="Calibri"/>
        </w:rPr>
        <w:t xml:space="preserve"> </w:t>
      </w:r>
      <w:r w:rsidR="00A4266D">
        <w:rPr>
          <w:spacing w:val="0"/>
        </w:rPr>
        <w:t>Andri Plato</w:t>
      </w:r>
      <w:r w:rsidR="00B623E9" w:rsidRPr="00B623E9">
        <w:rPr>
          <w:spacing w:val="0"/>
        </w:rPr>
        <w:t>, ühelt poolt,</w:t>
      </w:r>
    </w:p>
    <w:p w14:paraId="257F053C" w14:textId="77777777" w:rsidR="005F44AF" w:rsidRDefault="005F44AF">
      <w:pPr>
        <w:jc w:val="both"/>
        <w:rPr>
          <w:spacing w:val="0"/>
        </w:rPr>
      </w:pPr>
    </w:p>
    <w:p w14:paraId="09645BD6" w14:textId="5EA8AAA9" w:rsidR="00A945A9" w:rsidRPr="00B623E9" w:rsidRDefault="00A945A9" w:rsidP="00A945A9">
      <w:pPr>
        <w:jc w:val="both"/>
        <w:rPr>
          <w:rFonts w:eastAsia="Calibri"/>
        </w:rPr>
      </w:pPr>
      <w:r w:rsidRPr="00B623E9">
        <w:rPr>
          <w:spacing w:val="0"/>
        </w:rPr>
        <w:t xml:space="preserve">ja </w:t>
      </w:r>
      <w:r w:rsidR="00C46F14">
        <w:rPr>
          <w:b/>
          <w:spacing w:val="0"/>
          <w:lang w:eastAsia="et-EE"/>
        </w:rPr>
        <w:t>Lüüdik &amp; Kalja OÜ</w:t>
      </w:r>
      <w:r w:rsidR="00C46F14" w:rsidRPr="00B623E9">
        <w:rPr>
          <w:spacing w:val="0"/>
        </w:rPr>
        <w:t xml:space="preserve"> </w:t>
      </w:r>
      <w:r w:rsidR="00C46F14">
        <w:rPr>
          <w:spacing w:val="0"/>
        </w:rPr>
        <w:t>,</w:t>
      </w:r>
      <w:r w:rsidRPr="00B623E9">
        <w:rPr>
          <w:spacing w:val="0"/>
        </w:rPr>
        <w:t xml:space="preserve">edaspidi </w:t>
      </w:r>
      <w:r>
        <w:rPr>
          <w:b/>
          <w:spacing w:val="0"/>
        </w:rPr>
        <w:t>käsundisaaja</w:t>
      </w:r>
      <w:r w:rsidRPr="00B90461">
        <w:rPr>
          <w:b/>
          <w:spacing w:val="0"/>
        </w:rPr>
        <w:t>,</w:t>
      </w:r>
      <w:r w:rsidRPr="00B623E9">
        <w:rPr>
          <w:b/>
          <w:spacing w:val="0"/>
        </w:rPr>
        <w:t xml:space="preserve"> </w:t>
      </w:r>
      <w:r w:rsidRPr="00B623E9">
        <w:rPr>
          <w:iCs/>
          <w:spacing w:val="0"/>
        </w:rPr>
        <w:t xml:space="preserve">keda esindab </w:t>
      </w:r>
      <w:sdt>
        <w:sdtPr>
          <w:tag w:val="Riigimetsa Majandamise Keskuse "/>
          <w:id w:val="219788717"/>
          <w:placeholder>
            <w:docPart w:val="603D0747E34E4E4490457C2E3F96AA18"/>
          </w:placeholder>
          <w:comboBox>
            <w:listItem w:displayText="põhikirja" w:value="põhikirja"/>
            <w:listItem w:displayText="volikirja" w:value="volikirja"/>
          </w:comboBox>
        </w:sdtPr>
        <w:sdtEndPr/>
        <w:sdtContent>
          <w:r w:rsidR="00C46F14">
            <w:t>põhikirja</w:t>
          </w:r>
        </w:sdtContent>
      </w:sdt>
      <w:r w:rsidRPr="00B623E9">
        <w:rPr>
          <w:iCs/>
          <w:spacing w:val="0"/>
        </w:rPr>
        <w:t xml:space="preserve">  alusel </w:t>
      </w:r>
      <w:r w:rsidR="00C46F14">
        <w:rPr>
          <w:spacing w:val="0"/>
        </w:rPr>
        <w:t>juhatuse liige Tõnu Kalja</w:t>
      </w:r>
      <w:r w:rsidRPr="00B623E9">
        <w:rPr>
          <w:rFonts w:eastAsia="Calibri"/>
        </w:rPr>
        <w:t xml:space="preserve">, </w:t>
      </w:r>
      <w:r>
        <w:rPr>
          <w:rFonts w:eastAsia="Calibri"/>
        </w:rPr>
        <w:t xml:space="preserve"> </w:t>
      </w:r>
      <w:r w:rsidRPr="00340026">
        <w:rPr>
          <w:iCs/>
          <w:spacing w:val="0"/>
        </w:rPr>
        <w:t>teiselt poolt</w:t>
      </w:r>
      <w:r w:rsidRPr="00B623E9">
        <w:rPr>
          <w:rFonts w:eastAsia="Calibri"/>
        </w:rPr>
        <w:t>,</w:t>
      </w:r>
    </w:p>
    <w:p w14:paraId="6A23CA1A" w14:textId="77777777" w:rsidR="00A945A9" w:rsidRPr="00B623E9" w:rsidRDefault="00A945A9" w:rsidP="00A945A9">
      <w:pPr>
        <w:jc w:val="both"/>
        <w:rPr>
          <w:rFonts w:eastAsia="Calibri"/>
        </w:rPr>
      </w:pPr>
    </w:p>
    <w:p w14:paraId="29C3ED9C" w14:textId="0FE57A84" w:rsidR="00D60E66" w:rsidRPr="00340026" w:rsidRDefault="00D60E66">
      <w:pPr>
        <w:jc w:val="both"/>
        <w:rPr>
          <w:iCs/>
          <w:spacing w:val="0"/>
        </w:rPr>
      </w:pPr>
    </w:p>
    <w:p w14:paraId="5C7F4666"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9BC90E5" w14:textId="77777777" w:rsidR="00B623E9" w:rsidRDefault="00B623E9">
      <w:pPr>
        <w:jc w:val="both"/>
        <w:rPr>
          <w:spacing w:val="0"/>
          <w:szCs w:val="18"/>
        </w:rPr>
      </w:pPr>
    </w:p>
    <w:p w14:paraId="720F72DC" w14:textId="683CC775" w:rsidR="000A476E" w:rsidRDefault="009E10D3">
      <w:pPr>
        <w:jc w:val="both"/>
        <w:rPr>
          <w:spacing w:val="0"/>
          <w:szCs w:val="18"/>
        </w:rPr>
      </w:pPr>
      <w:r>
        <w:rPr>
          <w:spacing w:val="0"/>
          <w:szCs w:val="18"/>
        </w:rPr>
        <w:t xml:space="preserve">sõlmisid </w:t>
      </w:r>
      <w:r w:rsidR="002949B2">
        <w:rPr>
          <w:spacing w:val="0"/>
          <w:szCs w:val="18"/>
        </w:rPr>
        <w:t>l</w:t>
      </w:r>
      <w:r>
        <w:rPr>
          <w:spacing w:val="0"/>
          <w:szCs w:val="18"/>
        </w:rPr>
        <w:t>epingu</w:t>
      </w:r>
      <w:r w:rsidR="002949B2">
        <w:rPr>
          <w:spacing w:val="0"/>
          <w:szCs w:val="18"/>
        </w:rPr>
        <w:t>,</w:t>
      </w:r>
      <w:r>
        <w:rPr>
          <w:spacing w:val="0"/>
          <w:szCs w:val="18"/>
        </w:rPr>
        <w:t xml:space="preserve"> </w:t>
      </w:r>
      <w:r w:rsidR="000A476E" w:rsidRPr="000A476E">
        <w:rPr>
          <w:spacing w:val="0"/>
          <w:szCs w:val="18"/>
        </w:rPr>
        <w:t xml:space="preserve">edaspidi </w:t>
      </w:r>
      <w:r w:rsidR="00CC182A">
        <w:rPr>
          <w:b/>
          <w:spacing w:val="0"/>
          <w:szCs w:val="18"/>
        </w:rPr>
        <w:t>l</w:t>
      </w:r>
      <w:r w:rsidR="000A476E" w:rsidRPr="000A476E">
        <w:rPr>
          <w:b/>
          <w:spacing w:val="0"/>
          <w:szCs w:val="18"/>
        </w:rPr>
        <w:t>eping</w:t>
      </w:r>
      <w:r w:rsidR="002949B2">
        <w:rPr>
          <w:b/>
          <w:spacing w:val="0"/>
          <w:szCs w:val="18"/>
        </w:rPr>
        <w:t>,</w:t>
      </w:r>
      <w:r w:rsidR="00A945A9">
        <w:rPr>
          <w:b/>
          <w:spacing w:val="0"/>
          <w:szCs w:val="18"/>
        </w:rPr>
        <w:t xml:space="preserve"> </w:t>
      </w:r>
      <w:r w:rsidR="00A945A9">
        <w:rPr>
          <w:bCs/>
        </w:rPr>
        <w:t xml:space="preserve">väikeost </w:t>
      </w:r>
      <w:r w:rsidR="00A945A9" w:rsidRPr="000A476E">
        <w:rPr>
          <w:spacing w:val="0"/>
          <w:szCs w:val="18"/>
        </w:rPr>
        <w:t>1-47/</w:t>
      </w:r>
      <w:r w:rsidR="000620FA">
        <w:rPr>
          <w:rFonts w:eastAsia="Calibri"/>
          <w:spacing w:val="0"/>
        </w:rPr>
        <w:t>2714</w:t>
      </w:r>
      <w:r w:rsidR="00A945A9" w:rsidRPr="000A476E">
        <w:rPr>
          <w:spacing w:val="0"/>
          <w:szCs w:val="18"/>
        </w:rPr>
        <w:t xml:space="preserve"> „</w:t>
      </w:r>
      <w:r w:rsidR="0083705A">
        <w:t>RMK Elistvere loomapargi loomadele veterinaarteenuse tellimine</w:t>
      </w:r>
      <w:r w:rsidR="00A945A9">
        <w:rPr>
          <w:spacing w:val="0"/>
          <w:szCs w:val="18"/>
        </w:rPr>
        <w:t>“ tulem</w:t>
      </w:r>
      <w:r w:rsidR="00A945A9" w:rsidRPr="000A476E">
        <w:rPr>
          <w:spacing w:val="0"/>
          <w:szCs w:val="18"/>
        </w:rPr>
        <w:t>usena alljärgnevas:</w:t>
      </w:r>
    </w:p>
    <w:p w14:paraId="55B661AC" w14:textId="77777777" w:rsidR="000A476E" w:rsidRPr="000A476E" w:rsidRDefault="000A476E">
      <w:pPr>
        <w:jc w:val="both"/>
        <w:rPr>
          <w:spacing w:val="0"/>
          <w:szCs w:val="18"/>
        </w:rPr>
      </w:pPr>
    </w:p>
    <w:p w14:paraId="50CDF826" w14:textId="77777777" w:rsidR="00D513DD" w:rsidRPr="00340026" w:rsidRDefault="00D513DD" w:rsidP="00340026">
      <w:pPr>
        <w:pStyle w:val="Pealkiri11"/>
        <w:rPr>
          <w:b/>
          <w:iCs/>
          <w:spacing w:val="0"/>
        </w:rPr>
      </w:pPr>
      <w:r w:rsidRPr="00340026">
        <w:rPr>
          <w:b/>
          <w:iCs/>
          <w:spacing w:val="0"/>
        </w:rPr>
        <w:t>Lepingu objekt</w:t>
      </w:r>
    </w:p>
    <w:p w14:paraId="08B59C87" w14:textId="70767631" w:rsidR="00D513DD" w:rsidRPr="00340026" w:rsidRDefault="00CC182A" w:rsidP="008A7C83">
      <w:pPr>
        <w:pStyle w:val="Pealkiri11"/>
        <w:numPr>
          <w:ilvl w:val="0"/>
          <w:numId w:val="0"/>
        </w:numPr>
        <w:ind w:left="432"/>
        <w:jc w:val="both"/>
        <w:rPr>
          <w:spacing w:val="0"/>
        </w:rPr>
      </w:pPr>
      <w:r w:rsidRPr="00340026">
        <w:rPr>
          <w:spacing w:val="0"/>
        </w:rPr>
        <w:t>Lepingu objektiks on käsundisaaja poolt k</w:t>
      </w:r>
      <w:r w:rsidR="00D513DD" w:rsidRPr="00340026">
        <w:rPr>
          <w:spacing w:val="0"/>
        </w:rPr>
        <w:t xml:space="preserve">äsundiandjale </w:t>
      </w:r>
      <w:r w:rsidR="00902451">
        <w:rPr>
          <w:spacing w:val="0"/>
        </w:rPr>
        <w:t xml:space="preserve">24 kuud alates lepingu sõlmimisest, </w:t>
      </w:r>
      <w:r w:rsidR="000A79B0">
        <w:rPr>
          <w:spacing w:val="0"/>
        </w:rPr>
        <w:t>l</w:t>
      </w:r>
      <w:r w:rsidR="002D0433" w:rsidRPr="00340026">
        <w:rPr>
          <w:spacing w:val="0"/>
        </w:rPr>
        <w:t>epinguga kok</w:t>
      </w:r>
      <w:r w:rsidR="00C642BC" w:rsidRPr="00340026">
        <w:rPr>
          <w:spacing w:val="0"/>
        </w:rPr>
        <w:t xml:space="preserve">kulepitud tingimustel ja korras </w:t>
      </w:r>
      <w:r w:rsidR="00C77E37" w:rsidRPr="00340026">
        <w:rPr>
          <w:spacing w:val="0"/>
        </w:rPr>
        <w:t>järgmise teenuse osutamine</w:t>
      </w:r>
      <w:r w:rsidR="00B623E9" w:rsidRPr="00340026">
        <w:rPr>
          <w:spacing w:val="0"/>
        </w:rPr>
        <w:t xml:space="preserve"> </w:t>
      </w:r>
      <w:r w:rsidR="00902451">
        <w:rPr>
          <w:spacing w:val="0"/>
        </w:rPr>
        <w:t xml:space="preserve">RMK </w:t>
      </w:r>
      <w:r w:rsidR="00902451">
        <w:rPr>
          <w:spacing w:val="0"/>
          <w:szCs w:val="22"/>
          <w:lang w:eastAsia="et-EE"/>
        </w:rPr>
        <w:t>Elistvere loomapargi</w:t>
      </w:r>
      <w:r w:rsidR="00012265" w:rsidRPr="002954CF">
        <w:rPr>
          <w:spacing w:val="0"/>
          <w:szCs w:val="22"/>
          <w:lang w:eastAsia="et-EE"/>
        </w:rPr>
        <w:t xml:space="preserve"> loomade veterinaarravi ja profülaktilised tööd vastavalt veterinaarkorralduse seadusele ja ravimiseadusele, ravimite ja biopreparaatide</w:t>
      </w:r>
      <w:r w:rsidR="00012265">
        <w:rPr>
          <w:spacing w:val="0"/>
          <w:szCs w:val="22"/>
          <w:lang w:eastAsia="et-EE"/>
        </w:rPr>
        <w:t>ga</w:t>
      </w:r>
      <w:r w:rsidR="00012265" w:rsidRPr="002954CF">
        <w:rPr>
          <w:spacing w:val="0"/>
          <w:szCs w:val="22"/>
          <w:lang w:eastAsia="et-EE"/>
        </w:rPr>
        <w:t xml:space="preserve"> varustamise, säilitamise ja kasutamise korraldamine, samuti vajaliku veterinaardokumentatsiooni täitmine</w:t>
      </w:r>
      <w:r w:rsidR="00012265">
        <w:rPr>
          <w:spacing w:val="0"/>
          <w:szCs w:val="22"/>
          <w:lang w:eastAsia="et-EE"/>
        </w:rPr>
        <w:t xml:space="preserve"> </w:t>
      </w:r>
      <w:r w:rsidR="00C642BC" w:rsidRPr="00340026">
        <w:rPr>
          <w:spacing w:val="0"/>
        </w:rPr>
        <w:t xml:space="preserve">edaspidi </w:t>
      </w:r>
      <w:r w:rsidR="00B623E9" w:rsidRPr="000A79B0">
        <w:rPr>
          <w:b/>
          <w:spacing w:val="0"/>
        </w:rPr>
        <w:t>t</w:t>
      </w:r>
      <w:r w:rsidR="00C642BC" w:rsidRPr="000A79B0">
        <w:rPr>
          <w:b/>
          <w:spacing w:val="0"/>
        </w:rPr>
        <w:t>eenus</w:t>
      </w:r>
      <w:r w:rsidR="00F3603E" w:rsidRPr="00340026">
        <w:rPr>
          <w:spacing w:val="0"/>
        </w:rPr>
        <w:t>.</w:t>
      </w:r>
    </w:p>
    <w:p w14:paraId="3A42AEE6" w14:textId="77777777" w:rsidR="00D513DD" w:rsidRDefault="00D513DD" w:rsidP="008A7C83">
      <w:pPr>
        <w:tabs>
          <w:tab w:val="left" w:pos="426"/>
        </w:tabs>
        <w:ind w:left="360"/>
        <w:jc w:val="both"/>
        <w:rPr>
          <w:b/>
          <w:bCs/>
          <w:spacing w:val="0"/>
        </w:rPr>
      </w:pPr>
    </w:p>
    <w:p w14:paraId="2B3C8ED0" w14:textId="77777777" w:rsidR="00D513DD" w:rsidRPr="00340026" w:rsidRDefault="00D513DD" w:rsidP="008A7C83">
      <w:pPr>
        <w:pStyle w:val="Pealkiri11"/>
        <w:jc w:val="both"/>
        <w:rPr>
          <w:b/>
          <w:iCs/>
          <w:spacing w:val="0"/>
        </w:rPr>
      </w:pPr>
      <w:r w:rsidRPr="00340026">
        <w:rPr>
          <w:b/>
          <w:iCs/>
          <w:spacing w:val="0"/>
        </w:rPr>
        <w:t>Poolte kohustused</w:t>
      </w:r>
    </w:p>
    <w:p w14:paraId="1AE65F5A" w14:textId="77777777" w:rsidR="00D513DD" w:rsidRPr="00340026" w:rsidRDefault="00D513DD" w:rsidP="008A7C83">
      <w:pPr>
        <w:pStyle w:val="Pealkiri21"/>
        <w:jc w:val="both"/>
        <w:rPr>
          <w:spacing w:val="0"/>
        </w:rPr>
      </w:pPr>
      <w:r w:rsidRPr="00340026">
        <w:rPr>
          <w:spacing w:val="0"/>
        </w:rPr>
        <w:t>Käsundisaaja kohustub:</w:t>
      </w:r>
    </w:p>
    <w:p w14:paraId="12E4CCA6" w14:textId="77777777" w:rsidR="00D513DD" w:rsidRPr="00340026" w:rsidRDefault="00CC182A" w:rsidP="008A7C83">
      <w:pPr>
        <w:pStyle w:val="Pealkiri31"/>
        <w:jc w:val="both"/>
        <w:rPr>
          <w:spacing w:val="0"/>
        </w:rPr>
      </w:pPr>
      <w:r w:rsidRPr="00340026">
        <w:rPr>
          <w:spacing w:val="0"/>
        </w:rPr>
        <w:t>osutama k</w:t>
      </w:r>
      <w:r w:rsidR="00D513DD" w:rsidRPr="00340026">
        <w:rPr>
          <w:spacing w:val="0"/>
        </w:rPr>
        <w:t xml:space="preserve">äsundiandjale </w:t>
      </w:r>
      <w:r w:rsidRPr="00340026">
        <w:rPr>
          <w:spacing w:val="0"/>
        </w:rPr>
        <w:t>l</w:t>
      </w:r>
      <w:r w:rsidR="00D513DD" w:rsidRPr="00340026">
        <w:rPr>
          <w:spacing w:val="0"/>
        </w:rPr>
        <w:t xml:space="preserve">epingu punktis 1 nimetatud </w:t>
      </w:r>
      <w:r w:rsidRPr="00340026">
        <w:rPr>
          <w:spacing w:val="0"/>
        </w:rPr>
        <w:t>t</w:t>
      </w:r>
      <w:r w:rsidR="00D513DD" w:rsidRPr="00340026">
        <w:rPr>
          <w:spacing w:val="0"/>
        </w:rPr>
        <w:t xml:space="preserve">eenust vastavalt </w:t>
      </w:r>
      <w:r w:rsidRPr="00340026">
        <w:rPr>
          <w:spacing w:val="0"/>
        </w:rPr>
        <w:t>l</w:t>
      </w:r>
      <w:r w:rsidR="00D513DD" w:rsidRPr="00340026">
        <w:rPr>
          <w:spacing w:val="0"/>
        </w:rPr>
        <w:t>epin</w:t>
      </w:r>
      <w:r w:rsidR="00D513DD" w:rsidRPr="00340026">
        <w:rPr>
          <w:spacing w:val="0"/>
        </w:rPr>
        <w:softHyphen/>
        <w:t xml:space="preserve">gus sätestatud tingimustele, oma teadmistele ja võimetele, täites </w:t>
      </w:r>
      <w:r w:rsidRPr="00340026">
        <w:rPr>
          <w:spacing w:val="0"/>
        </w:rPr>
        <w:t>käsundi hoolsalt, lojaalselt, k</w:t>
      </w:r>
      <w:r w:rsidR="00D513DD" w:rsidRPr="00340026">
        <w:rPr>
          <w:spacing w:val="0"/>
        </w:rPr>
        <w:t>äsundiandja jaoks parima kasuga ja vältides kahju tekkimist käsundiandja varale;</w:t>
      </w:r>
    </w:p>
    <w:p w14:paraId="6E8BC4AF" w14:textId="77777777" w:rsidR="00D513DD" w:rsidRPr="00340026" w:rsidRDefault="00D513DD" w:rsidP="008A7C83">
      <w:pPr>
        <w:pStyle w:val="Pealkiri31"/>
        <w:jc w:val="both"/>
        <w:rPr>
          <w:spacing w:val="0"/>
        </w:rPr>
      </w:pPr>
      <w:r w:rsidRPr="00340026">
        <w:rPr>
          <w:spacing w:val="0"/>
        </w:rPr>
        <w:t xml:space="preserve">täitma </w:t>
      </w:r>
      <w:r w:rsidR="00CC182A" w:rsidRPr="00340026">
        <w:rPr>
          <w:spacing w:val="0"/>
        </w:rPr>
        <w:t>teenuse osutamisel käsundiandja juhiseid. Kui käsundisaaja soovib k</w:t>
      </w:r>
      <w:r w:rsidRPr="00340026">
        <w:rPr>
          <w:spacing w:val="0"/>
        </w:rPr>
        <w:t>äsundiand</w:t>
      </w:r>
      <w:r w:rsidR="004749E6" w:rsidRPr="00340026">
        <w:rPr>
          <w:spacing w:val="0"/>
        </w:rPr>
        <w:softHyphen/>
      </w:r>
      <w:r w:rsidRPr="00340026">
        <w:rPr>
          <w:spacing w:val="0"/>
        </w:rPr>
        <w:t>ja juhistest kõ</w:t>
      </w:r>
      <w:r w:rsidR="00CC182A" w:rsidRPr="00340026">
        <w:rPr>
          <w:spacing w:val="0"/>
        </w:rPr>
        <w:t>rvale kalduda, peab ta sellest k</w:t>
      </w:r>
      <w:r w:rsidRPr="00340026">
        <w:rPr>
          <w:spacing w:val="0"/>
        </w:rPr>
        <w:t>äsundiandjale teatama ja tema otsuse ära oota</w:t>
      </w:r>
      <w:r w:rsidR="004749E6" w:rsidRPr="00340026">
        <w:rPr>
          <w:spacing w:val="0"/>
        </w:rPr>
        <w:softHyphen/>
      </w:r>
      <w:r w:rsidRPr="00340026">
        <w:rPr>
          <w:spacing w:val="0"/>
        </w:rPr>
        <w:t>ma, välja arvatud j</w:t>
      </w:r>
      <w:r w:rsidR="00CC182A" w:rsidRPr="00340026">
        <w:rPr>
          <w:spacing w:val="0"/>
        </w:rPr>
        <w:t>uhul, kui viivitusega kaasneks k</w:t>
      </w:r>
      <w:r w:rsidRPr="00340026">
        <w:rPr>
          <w:spacing w:val="0"/>
        </w:rPr>
        <w:t>äsundiandjale ilmselt ebasoodus tagajärg ja kui asjaolude</w:t>
      </w:r>
      <w:r w:rsidR="00CC182A" w:rsidRPr="00340026">
        <w:rPr>
          <w:spacing w:val="0"/>
        </w:rPr>
        <w:t>st tulenevalt võib eeldada, et k</w:t>
      </w:r>
      <w:r w:rsidRPr="00340026">
        <w:rPr>
          <w:spacing w:val="0"/>
        </w:rPr>
        <w:t>äsundiandja kiidab kõrvalekaldumise heaks;</w:t>
      </w:r>
    </w:p>
    <w:p w14:paraId="03055940" w14:textId="77777777" w:rsidR="00D513DD" w:rsidRPr="00340026" w:rsidRDefault="00CC182A" w:rsidP="008A7C83">
      <w:pPr>
        <w:pStyle w:val="Pealkiri31"/>
        <w:jc w:val="both"/>
        <w:rPr>
          <w:spacing w:val="0"/>
        </w:rPr>
      </w:pPr>
      <w:r w:rsidRPr="00340026">
        <w:rPr>
          <w:spacing w:val="0"/>
        </w:rPr>
        <w:t>teatama k</w:t>
      </w:r>
      <w:r w:rsidR="00D513DD" w:rsidRPr="00340026">
        <w:rPr>
          <w:spacing w:val="0"/>
        </w:rPr>
        <w:t xml:space="preserve">äsundiandjale kõigist </w:t>
      </w:r>
      <w:r w:rsidRPr="00340026">
        <w:rPr>
          <w:spacing w:val="0"/>
        </w:rPr>
        <w:t>t</w:t>
      </w:r>
      <w:r w:rsidR="00D513DD" w:rsidRPr="00340026">
        <w:rPr>
          <w:spacing w:val="0"/>
        </w:rPr>
        <w:t xml:space="preserve">eenuse osutamisega seotud olulistest asjaoludest, eelkõige sellistest asjaoludest, mis võivad ajendada </w:t>
      </w:r>
      <w:r w:rsidRPr="00340026">
        <w:rPr>
          <w:spacing w:val="0"/>
        </w:rPr>
        <w:t>k</w:t>
      </w:r>
      <w:r w:rsidR="00D513DD" w:rsidRPr="00340026">
        <w:rPr>
          <w:spacing w:val="0"/>
        </w:rPr>
        <w:t xml:space="preserve">äsundiandjat juhiseid muutma; </w:t>
      </w:r>
    </w:p>
    <w:p w14:paraId="7F3DA079" w14:textId="2ED9B57A" w:rsidR="00340026" w:rsidRPr="00340026" w:rsidRDefault="00E83929" w:rsidP="008A7C83">
      <w:pPr>
        <w:pStyle w:val="Pealkiri31"/>
        <w:jc w:val="both"/>
        <w:rPr>
          <w:spacing w:val="0"/>
        </w:rPr>
      </w:pPr>
      <w:r w:rsidRPr="00340026">
        <w:rPr>
          <w:spacing w:val="0"/>
        </w:rPr>
        <w:t xml:space="preserve">kinni pidama </w:t>
      </w:r>
      <w:r w:rsidR="00CC182A" w:rsidRPr="00340026">
        <w:rPr>
          <w:spacing w:val="0"/>
        </w:rPr>
        <w:t>k</w:t>
      </w:r>
      <w:r w:rsidRPr="00340026">
        <w:rPr>
          <w:spacing w:val="0"/>
        </w:rPr>
        <w:t xml:space="preserve">äsundiandja poolt kehtestatud ja </w:t>
      </w:r>
      <w:r w:rsidR="00CC182A" w:rsidRPr="00340026">
        <w:rPr>
          <w:spacing w:val="0"/>
        </w:rPr>
        <w:t>k</w:t>
      </w:r>
      <w:r w:rsidRPr="00340026">
        <w:rPr>
          <w:spacing w:val="0"/>
        </w:rPr>
        <w:t>äsundisaajale tutvus</w:t>
      </w:r>
      <w:r w:rsidRPr="00340026">
        <w:rPr>
          <w:spacing w:val="0"/>
        </w:rPr>
        <w:softHyphen/>
        <w:t>tatud keskkonnanõuetest</w:t>
      </w:r>
      <w:r w:rsidR="002D0433" w:rsidRPr="00340026">
        <w:rPr>
          <w:spacing w:val="0"/>
        </w:rPr>
        <w:t>.</w:t>
      </w:r>
    </w:p>
    <w:p w14:paraId="7A4232F3" w14:textId="77777777" w:rsidR="00340026" w:rsidRDefault="00340026" w:rsidP="008A7C83">
      <w:pPr>
        <w:jc w:val="both"/>
        <w:rPr>
          <w:spacing w:val="0"/>
        </w:rPr>
      </w:pPr>
      <w:r>
        <w:rPr>
          <w:spacing w:val="0"/>
        </w:rPr>
        <w:br w:type="page"/>
      </w:r>
    </w:p>
    <w:p w14:paraId="58A981E5" w14:textId="77777777" w:rsidR="00D513DD" w:rsidRPr="00340026" w:rsidRDefault="00D513DD" w:rsidP="008A7C83">
      <w:pPr>
        <w:pStyle w:val="Pealkiri11"/>
        <w:jc w:val="both"/>
        <w:rPr>
          <w:b/>
          <w:iCs/>
          <w:spacing w:val="0"/>
        </w:rPr>
      </w:pPr>
      <w:r w:rsidRPr="00340026">
        <w:rPr>
          <w:b/>
          <w:iCs/>
          <w:spacing w:val="0"/>
        </w:rPr>
        <w:lastRenderedPageBreak/>
        <w:t>Tasu</w:t>
      </w:r>
    </w:p>
    <w:p w14:paraId="79E92480" w14:textId="77777777" w:rsidR="006C5A2D" w:rsidRPr="00340026" w:rsidRDefault="006C5A2D" w:rsidP="008A7C83">
      <w:pPr>
        <w:pStyle w:val="Pealkiri21"/>
        <w:jc w:val="both"/>
      </w:pPr>
      <w:r w:rsidRPr="00340026">
        <w:t xml:space="preserve">Käsundiandja kohustub maksma tasu käsundisaaja esitatud arvete kohaselt. Arved peavad sisaldama käsundi täitmiseks käsundisaaja huvides </w:t>
      </w:r>
      <w:r w:rsidR="008A7C83">
        <w:t xml:space="preserve">tehtud toimingute aega ja kohta. Käsundisaaja </w:t>
      </w:r>
      <w:r w:rsidR="008A7C83" w:rsidRPr="008A7C83">
        <w:rPr>
          <w:spacing w:val="0"/>
        </w:rPr>
        <w:t>esitab arve vaid elektrooniliselt. Arve esitamiseks tuleb kasutada elektrooniliste arvete esitamiseks mõeldud raamatupidamistarkvara või raamatupidamistarkvara E-arveldaja, mis asub ettevõtjaportaalis https://www.rik.ee/et/e-arveldaja.</w:t>
      </w:r>
    </w:p>
    <w:p w14:paraId="002A3B70" w14:textId="6BEAE6AC" w:rsidR="00E83929" w:rsidRPr="00340026" w:rsidRDefault="00CC182A" w:rsidP="008A7C83">
      <w:pPr>
        <w:pStyle w:val="Pealkiri21"/>
        <w:jc w:val="both"/>
        <w:rPr>
          <w:spacing w:val="0"/>
        </w:rPr>
      </w:pPr>
      <w:r w:rsidRPr="00340026">
        <w:rPr>
          <w:spacing w:val="0"/>
        </w:rPr>
        <w:t>Käsundiandja maksab k</w:t>
      </w:r>
      <w:r w:rsidR="00462BB9" w:rsidRPr="00340026">
        <w:rPr>
          <w:spacing w:val="0"/>
        </w:rPr>
        <w:t>äsundisaajale teenuse osutamise eest</w:t>
      </w:r>
      <w:r w:rsidR="00F45D90" w:rsidRPr="00340026">
        <w:rPr>
          <w:spacing w:val="0"/>
        </w:rPr>
        <w:t xml:space="preserve"> </w:t>
      </w:r>
      <w:r w:rsidR="00012265" w:rsidRPr="002954CF">
        <w:rPr>
          <w:spacing w:val="0"/>
        </w:rPr>
        <w:t xml:space="preserve">kord kuus esitatava </w:t>
      </w:r>
      <w:r w:rsidR="00012265">
        <w:rPr>
          <w:spacing w:val="0"/>
        </w:rPr>
        <w:t>a</w:t>
      </w:r>
      <w:r w:rsidR="00904E29">
        <w:rPr>
          <w:spacing w:val="0"/>
        </w:rPr>
        <w:t xml:space="preserve">rve alusel lepingulist kuu tasu  </w:t>
      </w:r>
      <w:r w:rsidR="00C46F14">
        <w:rPr>
          <w:spacing w:val="0"/>
        </w:rPr>
        <w:t>240</w:t>
      </w:r>
      <w:r w:rsidR="00527835" w:rsidRPr="00B90461">
        <w:rPr>
          <w:spacing w:val="0"/>
        </w:rPr>
        <w:t xml:space="preserve">  (</w:t>
      </w:r>
      <w:r w:rsidR="00C46F14">
        <w:rPr>
          <w:spacing w:val="0"/>
        </w:rPr>
        <w:t xml:space="preserve">kakssada nelikümmend) </w:t>
      </w:r>
      <w:r w:rsidR="00527835">
        <w:rPr>
          <w:spacing w:val="0"/>
        </w:rPr>
        <w:t>eurot</w:t>
      </w:r>
      <w:r w:rsidR="00904E29">
        <w:rPr>
          <w:spacing w:val="0"/>
        </w:rPr>
        <w:t xml:space="preserve">, </w:t>
      </w:r>
      <w:r w:rsidR="00012265">
        <w:rPr>
          <w:spacing w:val="0"/>
        </w:rPr>
        <w:t xml:space="preserve"> </w:t>
      </w:r>
      <w:r w:rsidR="00904E29">
        <w:rPr>
          <w:spacing w:val="0"/>
        </w:rPr>
        <w:t>vet</w:t>
      </w:r>
      <w:r w:rsidR="001258A6">
        <w:rPr>
          <w:spacing w:val="0"/>
        </w:rPr>
        <w:t>e</w:t>
      </w:r>
      <w:r w:rsidR="00904E29">
        <w:rPr>
          <w:spacing w:val="0"/>
        </w:rPr>
        <w:t xml:space="preserve">rinaarteenus (x tundi) </w:t>
      </w:r>
      <w:r w:rsidR="00C46F14">
        <w:rPr>
          <w:spacing w:val="0"/>
        </w:rPr>
        <w:t>48</w:t>
      </w:r>
      <w:r w:rsidR="00527835" w:rsidRPr="00B90461">
        <w:rPr>
          <w:spacing w:val="0"/>
        </w:rPr>
        <w:t xml:space="preserve">  (</w:t>
      </w:r>
      <w:r w:rsidR="00C46F14">
        <w:rPr>
          <w:spacing w:val="0"/>
        </w:rPr>
        <w:t>nelikümmend kaheksa )</w:t>
      </w:r>
      <w:r w:rsidR="00527835">
        <w:rPr>
          <w:spacing w:val="0"/>
        </w:rPr>
        <w:t>eurot</w:t>
      </w:r>
      <w:r w:rsidR="00904E29">
        <w:rPr>
          <w:spacing w:val="0"/>
        </w:rPr>
        <w:t xml:space="preserve">  </w:t>
      </w:r>
      <w:r w:rsidR="00012265">
        <w:rPr>
          <w:spacing w:val="0"/>
        </w:rPr>
        <w:t>(hinnad sisaldavad käibemaksu 20%)</w:t>
      </w:r>
      <w:r w:rsidR="00012265" w:rsidRPr="002954CF">
        <w:rPr>
          <w:spacing w:val="0"/>
        </w:rPr>
        <w:t xml:space="preserve"> ning ravimite hinna vastavalt esitatud arvele</w:t>
      </w:r>
      <w:r w:rsidR="00E83929" w:rsidRPr="00340026">
        <w:rPr>
          <w:spacing w:val="0"/>
        </w:rPr>
        <w:t>.</w:t>
      </w:r>
    </w:p>
    <w:p w14:paraId="6F36F1C1" w14:textId="77777777" w:rsidR="00D513DD" w:rsidRPr="00340026" w:rsidRDefault="00D513DD" w:rsidP="008A7C83">
      <w:pPr>
        <w:pStyle w:val="Pealkiri21"/>
        <w:jc w:val="both"/>
        <w:rPr>
          <w:spacing w:val="0"/>
        </w:rPr>
      </w:pPr>
      <w:r w:rsidRPr="00340026">
        <w:rPr>
          <w:spacing w:val="0"/>
        </w:rPr>
        <w:t xml:space="preserve">Juhul, kui </w:t>
      </w:r>
      <w:r w:rsidR="00CC182A" w:rsidRPr="00340026">
        <w:rPr>
          <w:spacing w:val="0"/>
        </w:rPr>
        <w:t>l</w:t>
      </w:r>
      <w:r w:rsidRPr="00340026">
        <w:rPr>
          <w:spacing w:val="0"/>
        </w:rPr>
        <w:t xml:space="preserve">epingu täitmise käigus selgub </w:t>
      </w:r>
      <w:r w:rsidR="00CC182A" w:rsidRPr="00340026">
        <w:rPr>
          <w:spacing w:val="0"/>
        </w:rPr>
        <w:t>t</w:t>
      </w:r>
      <w:r w:rsidRPr="00340026">
        <w:rPr>
          <w:spacing w:val="0"/>
        </w:rPr>
        <w:t>eenuste m</w:t>
      </w:r>
      <w:r w:rsidR="00CC182A" w:rsidRPr="00340026">
        <w:rPr>
          <w:spacing w:val="0"/>
        </w:rPr>
        <w:t>ahu muutmise vajadus, lepivad po</w:t>
      </w:r>
      <w:r w:rsidRPr="00340026">
        <w:rPr>
          <w:spacing w:val="0"/>
        </w:rPr>
        <w:t xml:space="preserve">oled kokku koos mahu muutumisega </w:t>
      </w:r>
      <w:r w:rsidR="00CC182A" w:rsidRPr="00340026">
        <w:rPr>
          <w:spacing w:val="0"/>
        </w:rPr>
        <w:t>l</w:t>
      </w:r>
      <w:r w:rsidR="00F45D90" w:rsidRPr="00340026">
        <w:rPr>
          <w:spacing w:val="0"/>
        </w:rPr>
        <w:t>epingu punktis 3.2.</w:t>
      </w:r>
      <w:r w:rsidRPr="00340026">
        <w:rPr>
          <w:spacing w:val="0"/>
        </w:rPr>
        <w:t xml:space="preserve"> nimetatud summa muutmise.</w:t>
      </w:r>
    </w:p>
    <w:p w14:paraId="29E5708D" w14:textId="77777777" w:rsidR="00B623E9" w:rsidRDefault="00B623E9" w:rsidP="008A7C83">
      <w:pPr>
        <w:jc w:val="both"/>
        <w:rPr>
          <w:spacing w:val="0"/>
        </w:rPr>
      </w:pPr>
    </w:p>
    <w:p w14:paraId="621BA79D" w14:textId="77777777" w:rsidR="00B623E9" w:rsidRPr="00340026" w:rsidRDefault="00B623E9" w:rsidP="008A7C83">
      <w:pPr>
        <w:pStyle w:val="Pealkiri11"/>
        <w:jc w:val="both"/>
        <w:rPr>
          <w:b/>
          <w:iCs/>
          <w:spacing w:val="0"/>
        </w:rPr>
      </w:pPr>
      <w:r w:rsidRPr="00340026">
        <w:rPr>
          <w:b/>
          <w:iCs/>
          <w:spacing w:val="0"/>
        </w:rPr>
        <w:t>Poolte esindajad ja kontaktandmed</w:t>
      </w:r>
    </w:p>
    <w:p w14:paraId="208D411D" w14:textId="77777777" w:rsidR="00527835" w:rsidRDefault="00F45D90" w:rsidP="00527835">
      <w:pPr>
        <w:pStyle w:val="Pealkiri21"/>
        <w:jc w:val="both"/>
        <w:rPr>
          <w:spacing w:val="0"/>
        </w:rPr>
      </w:pPr>
      <w:r w:rsidRPr="00340026">
        <w:rPr>
          <w:spacing w:val="0"/>
        </w:rPr>
        <w:t>Käsundiandja</w:t>
      </w:r>
      <w:r w:rsidR="008A7C83">
        <w:rPr>
          <w:spacing w:val="0"/>
        </w:rPr>
        <w:t xml:space="preserve"> esindaja on RMK </w:t>
      </w:r>
      <w:r w:rsidR="00012265">
        <w:rPr>
          <w:spacing w:val="0"/>
        </w:rPr>
        <w:t>Andri Plato</w:t>
      </w:r>
      <w:r w:rsidR="001258A6">
        <w:rPr>
          <w:spacing w:val="0"/>
        </w:rPr>
        <w:t xml:space="preserve"> </w:t>
      </w:r>
      <w:r w:rsidR="00B623E9" w:rsidRPr="00340026">
        <w:rPr>
          <w:spacing w:val="0"/>
        </w:rPr>
        <w:t>tel</w:t>
      </w:r>
      <w:r w:rsidR="008A7C83">
        <w:rPr>
          <w:spacing w:val="0"/>
        </w:rPr>
        <w:t xml:space="preserve"> </w:t>
      </w:r>
      <w:r w:rsidR="00012265">
        <w:rPr>
          <w:spacing w:val="-3"/>
        </w:rPr>
        <w:t>540014851</w:t>
      </w:r>
      <w:r w:rsidR="008A7C83">
        <w:rPr>
          <w:spacing w:val="0"/>
        </w:rPr>
        <w:t xml:space="preserve">, e-post </w:t>
      </w:r>
      <w:r w:rsidR="00012265">
        <w:rPr>
          <w:spacing w:val="0"/>
        </w:rPr>
        <w:t>andri.plato@rmk.ee</w:t>
      </w:r>
      <w:r w:rsidR="00B623E9" w:rsidRPr="00340026">
        <w:rPr>
          <w:spacing w:val="0"/>
        </w:rPr>
        <w:t xml:space="preserve"> </w:t>
      </w:r>
      <w:r w:rsidR="008A7C83">
        <w:rPr>
          <w:spacing w:val="0"/>
        </w:rPr>
        <w:t>.</w:t>
      </w:r>
    </w:p>
    <w:p w14:paraId="04D5A997" w14:textId="02B4D833" w:rsidR="00B026A6" w:rsidRPr="00527835" w:rsidRDefault="00F45D90" w:rsidP="00527835">
      <w:pPr>
        <w:pStyle w:val="Pealkiri21"/>
        <w:jc w:val="both"/>
        <w:rPr>
          <w:spacing w:val="0"/>
        </w:rPr>
      </w:pPr>
      <w:r w:rsidRPr="00527835">
        <w:rPr>
          <w:spacing w:val="0"/>
        </w:rPr>
        <w:t>Käsundisaaja</w:t>
      </w:r>
      <w:r w:rsidR="008A7C83" w:rsidRPr="00527835">
        <w:rPr>
          <w:spacing w:val="0"/>
        </w:rPr>
        <w:t xml:space="preserve"> esindaja on</w:t>
      </w:r>
      <w:r w:rsidR="00904E29" w:rsidRPr="00527835">
        <w:rPr>
          <w:spacing w:val="0"/>
        </w:rPr>
        <w:t xml:space="preserve">   </w:t>
      </w:r>
      <w:r w:rsidR="00C46F14">
        <w:rPr>
          <w:spacing w:val="0"/>
        </w:rPr>
        <w:t>juhatuse liige Tõnu Kalja</w:t>
      </w:r>
      <w:r w:rsidR="00527835" w:rsidRPr="00527835">
        <w:rPr>
          <w:spacing w:val="0"/>
        </w:rPr>
        <w:t xml:space="preserve">, tel </w:t>
      </w:r>
      <w:r w:rsidR="00C46F14">
        <w:t xml:space="preserve">56469773 </w:t>
      </w:r>
      <w:r w:rsidR="00527835" w:rsidRPr="00527835">
        <w:rPr>
          <w:spacing w:val="0"/>
        </w:rPr>
        <w:t xml:space="preserve">e-post </w:t>
      </w:r>
      <w:r w:rsidR="00C46F14">
        <w:rPr>
          <w:spacing w:val="0"/>
        </w:rPr>
        <w:t>tonukalja@hotmail.com</w:t>
      </w:r>
    </w:p>
    <w:p w14:paraId="04C3AEE6" w14:textId="77777777" w:rsidR="00527835" w:rsidRPr="00527835" w:rsidRDefault="00527835" w:rsidP="00CA3166">
      <w:pPr>
        <w:pStyle w:val="Pealkiri21"/>
        <w:numPr>
          <w:ilvl w:val="0"/>
          <w:numId w:val="0"/>
        </w:numPr>
        <w:ind w:left="432"/>
        <w:jc w:val="both"/>
        <w:rPr>
          <w:b/>
          <w:iCs/>
          <w:spacing w:val="0"/>
        </w:rPr>
      </w:pPr>
    </w:p>
    <w:p w14:paraId="13D7B3F0" w14:textId="77777777" w:rsidR="00D513DD" w:rsidRPr="00340026" w:rsidRDefault="00D513DD" w:rsidP="008A7C83">
      <w:pPr>
        <w:pStyle w:val="Pealkiri11"/>
        <w:jc w:val="both"/>
        <w:rPr>
          <w:b/>
          <w:iCs/>
          <w:spacing w:val="0"/>
        </w:rPr>
      </w:pPr>
      <w:r w:rsidRPr="00340026">
        <w:rPr>
          <w:b/>
          <w:iCs/>
          <w:spacing w:val="0"/>
        </w:rPr>
        <w:t>Teadete edastamine</w:t>
      </w:r>
    </w:p>
    <w:p w14:paraId="551ECCDC" w14:textId="77777777" w:rsidR="005A641D" w:rsidRPr="00340026" w:rsidRDefault="005A641D" w:rsidP="008A7C83">
      <w:pPr>
        <w:pStyle w:val="Pealkiri21"/>
        <w:jc w:val="both"/>
        <w:rPr>
          <w:spacing w:val="0"/>
        </w:rPr>
      </w:pPr>
      <w:r w:rsidRPr="00340026">
        <w:rPr>
          <w:spacing w:val="0"/>
        </w:rPr>
        <w:t>Lepinguga seotud teated edastatakse tele</w:t>
      </w:r>
      <w:r w:rsidR="0099525C">
        <w:rPr>
          <w:spacing w:val="0"/>
        </w:rPr>
        <w:t>foni teel või e-kirjaga</w:t>
      </w:r>
      <w:r w:rsidRPr="00340026">
        <w:rPr>
          <w:spacing w:val="0"/>
        </w:rPr>
        <w:t xml:space="preserve"> poole lepingus märgitud e-posti aadressile. Kontaktandmete muutusest on pool kohustatud koheselt informeerima teist poolt.</w:t>
      </w:r>
    </w:p>
    <w:p w14:paraId="19A6097D" w14:textId="77777777" w:rsidR="005A641D" w:rsidRPr="00340026" w:rsidRDefault="0099525C" w:rsidP="008A7C83">
      <w:pPr>
        <w:pStyle w:val="Pealkiri21"/>
        <w:jc w:val="both"/>
        <w:rPr>
          <w:spacing w:val="0"/>
        </w:rPr>
      </w:pPr>
      <w:r>
        <w:rPr>
          <w:spacing w:val="0"/>
        </w:rPr>
        <w:t>E-kirjaga</w:t>
      </w:r>
      <w:r w:rsidR="005A641D" w:rsidRPr="00340026">
        <w:rPr>
          <w:spacing w:val="0"/>
        </w:rPr>
        <w:t xml:space="preserve"> edastatud teated peetakse kättesaaduks alates teate edastamisele järgnevast tööpäevast.</w:t>
      </w:r>
    </w:p>
    <w:p w14:paraId="11C6B3AA" w14:textId="77777777" w:rsidR="005A641D" w:rsidRPr="00340026" w:rsidRDefault="005A641D" w:rsidP="008A7C83">
      <w:pPr>
        <w:pStyle w:val="Pealkiri21"/>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99525C">
        <w:rPr>
          <w:spacing w:val="0"/>
        </w:rPr>
        <w:t>i teade edastatakse e-kirjaga</w:t>
      </w:r>
      <w:r w:rsidRPr="00340026">
        <w:rPr>
          <w:spacing w:val="0"/>
        </w:rPr>
        <w:t>.</w:t>
      </w:r>
    </w:p>
    <w:p w14:paraId="0EE73D87" w14:textId="77777777" w:rsidR="00D513DD" w:rsidRDefault="00D513DD" w:rsidP="008A7C83">
      <w:pPr>
        <w:jc w:val="both"/>
        <w:rPr>
          <w:spacing w:val="0"/>
        </w:rPr>
      </w:pPr>
    </w:p>
    <w:p w14:paraId="5830236E" w14:textId="77777777" w:rsidR="00843F20" w:rsidRPr="00340026" w:rsidRDefault="00843F20" w:rsidP="008A7C83">
      <w:pPr>
        <w:pStyle w:val="Pealkiri11"/>
        <w:jc w:val="both"/>
        <w:rPr>
          <w:b/>
          <w:iCs/>
          <w:spacing w:val="0"/>
        </w:rPr>
      </w:pPr>
      <w:r w:rsidRPr="00340026">
        <w:rPr>
          <w:b/>
          <w:iCs/>
          <w:spacing w:val="0"/>
        </w:rPr>
        <w:t>Lepingu lõppemine ja lõpetamine</w:t>
      </w:r>
    </w:p>
    <w:p w14:paraId="49CC266D" w14:textId="77777777" w:rsidR="00843F20" w:rsidRPr="00340026" w:rsidRDefault="00843F20" w:rsidP="008A7C83">
      <w:pPr>
        <w:pStyle w:val="Pealkiri21"/>
        <w:jc w:val="both"/>
        <w:rPr>
          <w:spacing w:val="0"/>
        </w:rPr>
      </w:pPr>
      <w:r w:rsidRPr="00340026">
        <w:rPr>
          <w:spacing w:val="0"/>
        </w:rPr>
        <w:t>Leping lõpeb, kui lepingust tulenevad poolte kohustused on mõlemapoolselt täielikult ja nõuetekohaselt täidetud või seoses lepingu tähtaja saabumisega.</w:t>
      </w:r>
    </w:p>
    <w:p w14:paraId="37EAF9EA" w14:textId="12015610" w:rsidR="00843F20" w:rsidRPr="00340026" w:rsidRDefault="00843F20" w:rsidP="008A7C83">
      <w:pPr>
        <w:pStyle w:val="Pealkiri21"/>
        <w:jc w:val="both"/>
        <w:rPr>
          <w:spacing w:val="0"/>
        </w:rPr>
      </w:pPr>
      <w:r w:rsidRPr="00340026">
        <w:rPr>
          <w:spacing w:val="0"/>
        </w:rPr>
        <w:t xml:space="preserve">Kumbki pool võib käesoleva lepingu ennetähtaegselt üles öelda teatades sellest teisele poolele kirjalikult ette </w:t>
      </w:r>
      <w:r w:rsidR="00C46F14">
        <w:rPr>
          <w:spacing w:val="0"/>
        </w:rPr>
        <w:t>1 kuu.</w:t>
      </w:r>
    </w:p>
    <w:p w14:paraId="4C826970" w14:textId="77777777" w:rsidR="00843F20" w:rsidRPr="00340026" w:rsidRDefault="00843F20" w:rsidP="008A7C83">
      <w:pPr>
        <w:pStyle w:val="Pealkiri21"/>
        <w:jc w:val="both"/>
        <w:rPr>
          <w:spacing w:val="0"/>
        </w:rPr>
      </w:pPr>
      <w:r w:rsidRPr="00340026">
        <w:rPr>
          <w:spacing w:val="0"/>
        </w:rPr>
        <w:t xml:space="preserve">Kumbki pool võib käesoleva lepingu punktides </w:t>
      </w:r>
      <w:r w:rsidR="00E724C2">
        <w:rPr>
          <w:spacing w:val="0"/>
        </w:rPr>
        <w:t>6</w:t>
      </w:r>
      <w:r w:rsidRPr="00340026">
        <w:rPr>
          <w:spacing w:val="0"/>
        </w:rPr>
        <w:t xml:space="preserve">.1 ja </w:t>
      </w:r>
      <w:r w:rsidR="00E724C2">
        <w:rPr>
          <w:spacing w:val="0"/>
        </w:rPr>
        <w:t>6</w:t>
      </w:r>
      <w:r w:rsidRPr="00340026">
        <w:rPr>
          <w:spacing w:val="0"/>
        </w:rPr>
        <w:t>.2 nimetatud tähtaegu järgimata lepingu üles öelda, kui ilmneb, et kõiki asjaolusid arvesse võttes ja mõlema poole huvisid kaaludes ei või oodata, et lepingut üles öelda sooviv pool jätkaks lepingu täitmist kuni üles</w:t>
      </w:r>
      <w:r w:rsidRPr="00340026">
        <w:rPr>
          <w:spacing w:val="0"/>
        </w:rPr>
        <w:softHyphen/>
        <w:t xml:space="preserve">ütlemistähtaja või lepingu tähtaja möödumiseni. </w:t>
      </w:r>
    </w:p>
    <w:p w14:paraId="4213C8F3" w14:textId="77777777" w:rsidR="00843F20" w:rsidRPr="00CF572E" w:rsidRDefault="00843F20" w:rsidP="008A7C83">
      <w:pPr>
        <w:jc w:val="both"/>
        <w:rPr>
          <w:spacing w:val="0"/>
        </w:rPr>
      </w:pPr>
    </w:p>
    <w:p w14:paraId="0C10F543" w14:textId="77777777" w:rsidR="00D513DD" w:rsidRPr="00340026" w:rsidRDefault="00D513DD" w:rsidP="008A7C83">
      <w:pPr>
        <w:pStyle w:val="Pealkiri11"/>
        <w:jc w:val="both"/>
        <w:rPr>
          <w:b/>
        </w:rPr>
      </w:pPr>
      <w:r w:rsidRPr="00340026">
        <w:rPr>
          <w:b/>
          <w:iCs/>
          <w:spacing w:val="0"/>
        </w:rPr>
        <w:t>Lõppsätted</w:t>
      </w:r>
    </w:p>
    <w:p w14:paraId="019DBCCC" w14:textId="77777777" w:rsidR="00D513DD" w:rsidRPr="00340026" w:rsidRDefault="00633C31" w:rsidP="008A7C83">
      <w:pPr>
        <w:pStyle w:val="Pealkiri21"/>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14:paraId="1B608D18" w14:textId="77777777" w:rsidR="00E724C2" w:rsidRPr="002401A3" w:rsidRDefault="00806598" w:rsidP="002401A3">
      <w:pPr>
        <w:pStyle w:val="Pealkiri21"/>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621180EC" w14:textId="77777777" w:rsidR="00D513DD" w:rsidRPr="00340026" w:rsidRDefault="00D513DD" w:rsidP="008A7C83">
      <w:pPr>
        <w:pStyle w:val="Pealkiri21"/>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548BD3B5" w14:textId="67033583" w:rsidR="007E5A7F" w:rsidRPr="0099525C" w:rsidRDefault="00894487" w:rsidP="0099525C">
      <w:pPr>
        <w:pStyle w:val="Pealkiri21"/>
      </w:pPr>
      <w:sdt>
        <w:sdtPr>
          <w:id w:val="-189151537"/>
          <w:placeholder>
            <w:docPart w:val="D5B991EEA1AB4C12ACC2117F7C395F3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012265">
            <w:t>Leping on allkirjastatud digitaalselt.</w:t>
          </w:r>
        </w:sdtContent>
      </w:sdt>
      <w:r w:rsidR="0099525C" w:rsidRPr="0099525C">
        <w:rPr>
          <w:spacing w:val="0"/>
        </w:rPr>
        <w:t xml:space="preserve"> </w:t>
      </w:r>
    </w:p>
    <w:p w14:paraId="1345B38E" w14:textId="77777777" w:rsidR="0099525C" w:rsidRPr="007E5A7F" w:rsidRDefault="0099525C">
      <w:pPr>
        <w:jc w:val="both"/>
        <w:rPr>
          <w:spacing w:val="0"/>
        </w:rPr>
      </w:pPr>
    </w:p>
    <w:p w14:paraId="7405F82B" w14:textId="77777777" w:rsidR="00D513DD" w:rsidRDefault="00D513DD">
      <w:pPr>
        <w:jc w:val="both"/>
        <w:rPr>
          <w:b/>
          <w:spacing w:val="0"/>
        </w:rPr>
      </w:pPr>
      <w:r w:rsidRPr="00CF572E">
        <w:rPr>
          <w:b/>
          <w:spacing w:val="0"/>
        </w:rPr>
        <w:t>Poolte a</w:t>
      </w:r>
      <w:r>
        <w:rPr>
          <w:b/>
          <w:spacing w:val="0"/>
        </w:rPr>
        <w:t>ndmed ja allkirjad</w:t>
      </w:r>
    </w:p>
    <w:p w14:paraId="240E828F" w14:textId="77777777" w:rsidR="00D513DD" w:rsidRPr="00E72C8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7FAE34D5" w14:textId="77777777" w:rsidTr="002401A3">
        <w:tc>
          <w:tcPr>
            <w:tcW w:w="4502" w:type="dxa"/>
            <w:shd w:val="clear" w:color="auto" w:fill="auto"/>
          </w:tcPr>
          <w:p w14:paraId="5BB36204" w14:textId="77777777" w:rsidR="00E72C87" w:rsidRPr="002401A3" w:rsidRDefault="00E72C87" w:rsidP="002401A3">
            <w:pPr>
              <w:jc w:val="both"/>
              <w:rPr>
                <w:b/>
                <w:spacing w:val="0"/>
              </w:rPr>
            </w:pPr>
            <w:r w:rsidRPr="002401A3">
              <w:rPr>
                <w:b/>
                <w:spacing w:val="0"/>
              </w:rPr>
              <w:t>Käsundiandja</w:t>
            </w:r>
          </w:p>
        </w:tc>
        <w:tc>
          <w:tcPr>
            <w:tcW w:w="4502" w:type="dxa"/>
            <w:shd w:val="clear" w:color="auto" w:fill="auto"/>
          </w:tcPr>
          <w:p w14:paraId="0BC42AE4" w14:textId="77777777" w:rsidR="00E72C87" w:rsidRPr="002401A3" w:rsidRDefault="00E72C87" w:rsidP="002401A3">
            <w:pPr>
              <w:jc w:val="both"/>
              <w:rPr>
                <w:b/>
                <w:spacing w:val="0"/>
              </w:rPr>
            </w:pPr>
            <w:r w:rsidRPr="002401A3">
              <w:rPr>
                <w:b/>
                <w:spacing w:val="0"/>
              </w:rPr>
              <w:t>Käsundisaaja</w:t>
            </w:r>
          </w:p>
        </w:tc>
      </w:tr>
      <w:tr w:rsidR="00E72C87" w14:paraId="2DC8A4AF" w14:textId="77777777" w:rsidTr="002401A3">
        <w:tc>
          <w:tcPr>
            <w:tcW w:w="4502" w:type="dxa"/>
            <w:shd w:val="clear" w:color="auto" w:fill="auto"/>
          </w:tcPr>
          <w:p w14:paraId="592DBE92" w14:textId="77777777" w:rsidR="00E72C87" w:rsidRPr="002401A3" w:rsidRDefault="00E72C87" w:rsidP="002401A3">
            <w:pPr>
              <w:jc w:val="both"/>
              <w:rPr>
                <w:i/>
              </w:rPr>
            </w:pPr>
          </w:p>
        </w:tc>
        <w:tc>
          <w:tcPr>
            <w:tcW w:w="4502" w:type="dxa"/>
            <w:shd w:val="clear" w:color="auto" w:fill="auto"/>
          </w:tcPr>
          <w:p w14:paraId="4AF4D628" w14:textId="77777777" w:rsidR="00E72C87" w:rsidRPr="002401A3" w:rsidRDefault="00E72C87" w:rsidP="002401A3">
            <w:pPr>
              <w:jc w:val="both"/>
              <w:rPr>
                <w:i/>
              </w:rPr>
            </w:pPr>
          </w:p>
        </w:tc>
      </w:tr>
      <w:tr w:rsidR="00C46F14" w14:paraId="4ACF3A2F" w14:textId="77777777" w:rsidTr="002401A3">
        <w:tc>
          <w:tcPr>
            <w:tcW w:w="4502" w:type="dxa"/>
            <w:shd w:val="clear" w:color="auto" w:fill="auto"/>
          </w:tcPr>
          <w:p w14:paraId="0562937C" w14:textId="77777777" w:rsidR="00C46F14" w:rsidRPr="002401A3" w:rsidRDefault="00C46F14" w:rsidP="00C46F14">
            <w:pPr>
              <w:jc w:val="both"/>
              <w:rPr>
                <w:i/>
              </w:rPr>
            </w:pPr>
            <w:r w:rsidRPr="002401A3">
              <w:rPr>
                <w:spacing w:val="0"/>
              </w:rPr>
              <w:t>Riigimetsa Majandamise Keskus</w:t>
            </w:r>
          </w:p>
        </w:tc>
        <w:tc>
          <w:tcPr>
            <w:tcW w:w="4502" w:type="dxa"/>
            <w:shd w:val="clear" w:color="auto" w:fill="auto"/>
          </w:tcPr>
          <w:p w14:paraId="31C0C195" w14:textId="3500856B" w:rsidR="00C46F14" w:rsidRPr="007F0F7C" w:rsidRDefault="00C46F14" w:rsidP="00C46F14">
            <w:pPr>
              <w:jc w:val="both"/>
            </w:pPr>
            <w:r>
              <w:rPr>
                <w:spacing w:val="0"/>
              </w:rPr>
              <w:t>Lüüdik &amp; Kalja OÜ</w:t>
            </w:r>
          </w:p>
        </w:tc>
      </w:tr>
      <w:tr w:rsidR="00C46F14" w14:paraId="466D4506" w14:textId="77777777" w:rsidTr="002401A3">
        <w:tc>
          <w:tcPr>
            <w:tcW w:w="4502" w:type="dxa"/>
            <w:shd w:val="clear" w:color="auto" w:fill="auto"/>
          </w:tcPr>
          <w:p w14:paraId="0AF7FABD" w14:textId="050F0924" w:rsidR="00C46F14" w:rsidRPr="002401A3" w:rsidRDefault="00C46F14" w:rsidP="00C46F14">
            <w:pPr>
              <w:jc w:val="both"/>
              <w:rPr>
                <w:i/>
              </w:rPr>
            </w:pPr>
            <w:r w:rsidRPr="002401A3">
              <w:rPr>
                <w:spacing w:val="0"/>
              </w:rPr>
              <w:t>Registrikood 70004459</w:t>
            </w:r>
          </w:p>
        </w:tc>
        <w:tc>
          <w:tcPr>
            <w:tcW w:w="4502" w:type="dxa"/>
            <w:shd w:val="clear" w:color="auto" w:fill="auto"/>
          </w:tcPr>
          <w:p w14:paraId="665ADA15" w14:textId="750E69DA" w:rsidR="00C46F14" w:rsidRPr="002401A3" w:rsidRDefault="00C46F14" w:rsidP="00C46F14">
            <w:pPr>
              <w:jc w:val="both"/>
              <w:rPr>
                <w:i/>
              </w:rPr>
            </w:pPr>
            <w:r w:rsidRPr="002401A3">
              <w:rPr>
                <w:spacing w:val="-3"/>
              </w:rPr>
              <w:t xml:space="preserve">Registrikood </w:t>
            </w:r>
            <w:r>
              <w:rPr>
                <w:spacing w:val="0"/>
              </w:rPr>
              <w:t>113478899</w:t>
            </w:r>
          </w:p>
        </w:tc>
      </w:tr>
      <w:tr w:rsidR="00C46F14" w14:paraId="47AAB7DE" w14:textId="77777777" w:rsidTr="002401A3">
        <w:tc>
          <w:tcPr>
            <w:tcW w:w="4502" w:type="dxa"/>
            <w:shd w:val="clear" w:color="auto" w:fill="auto"/>
          </w:tcPr>
          <w:p w14:paraId="68FDD882" w14:textId="6AF41408" w:rsidR="00C46F14" w:rsidRPr="002401A3" w:rsidRDefault="00C46F14" w:rsidP="00C46F14">
            <w:pPr>
              <w:jc w:val="both"/>
              <w:rPr>
                <w:spacing w:val="0"/>
              </w:rPr>
            </w:pPr>
            <w:r>
              <w:rPr>
                <w:spacing w:val="0"/>
              </w:rPr>
              <w:t xml:space="preserve">Mõisa/3, </w:t>
            </w:r>
            <w:r w:rsidRPr="002401A3">
              <w:rPr>
                <w:spacing w:val="0"/>
              </w:rPr>
              <w:t>Saga</w:t>
            </w:r>
            <w:r>
              <w:rPr>
                <w:spacing w:val="0"/>
              </w:rPr>
              <w:t>di küla,</w:t>
            </w:r>
          </w:p>
        </w:tc>
        <w:tc>
          <w:tcPr>
            <w:tcW w:w="4502" w:type="dxa"/>
            <w:shd w:val="clear" w:color="auto" w:fill="auto"/>
          </w:tcPr>
          <w:p w14:paraId="6D67F18E" w14:textId="238BFA95" w:rsidR="00C46F14" w:rsidRPr="002401A3" w:rsidRDefault="00C46F14" w:rsidP="00C46F14">
            <w:pPr>
              <w:jc w:val="both"/>
              <w:rPr>
                <w:i/>
              </w:rPr>
            </w:pPr>
            <w:r w:rsidRPr="004C7C23">
              <w:rPr>
                <w:spacing w:val="-3"/>
              </w:rPr>
              <w:t>Tartumaa, Tartu vald, Kõrveküla alevik, Kubjaringi 24</w:t>
            </w:r>
          </w:p>
        </w:tc>
      </w:tr>
      <w:tr w:rsidR="00C46F14" w14:paraId="0274AF2C" w14:textId="77777777" w:rsidTr="002401A3">
        <w:tc>
          <w:tcPr>
            <w:tcW w:w="4502" w:type="dxa"/>
            <w:shd w:val="clear" w:color="auto" w:fill="auto"/>
          </w:tcPr>
          <w:p w14:paraId="7B5C8D0C" w14:textId="1E7075C1" w:rsidR="00C46F14" w:rsidRPr="002401A3" w:rsidRDefault="00C46F14" w:rsidP="00C46F14">
            <w:pPr>
              <w:jc w:val="both"/>
              <w:rPr>
                <w:i/>
              </w:rPr>
            </w:pPr>
            <w:r>
              <w:rPr>
                <w:spacing w:val="0"/>
              </w:rPr>
              <w:t xml:space="preserve">Haljala vald, </w:t>
            </w:r>
            <w:r w:rsidRPr="002401A3">
              <w:rPr>
                <w:spacing w:val="0"/>
              </w:rPr>
              <w:t xml:space="preserve">45403 </w:t>
            </w:r>
          </w:p>
        </w:tc>
        <w:tc>
          <w:tcPr>
            <w:tcW w:w="4502" w:type="dxa"/>
            <w:shd w:val="clear" w:color="auto" w:fill="auto"/>
          </w:tcPr>
          <w:p w14:paraId="289BF78D" w14:textId="71F62EBE" w:rsidR="00C46F14" w:rsidRPr="002401A3" w:rsidRDefault="00C46F14" w:rsidP="00C46F14">
            <w:pPr>
              <w:jc w:val="both"/>
              <w:rPr>
                <w:i/>
              </w:rPr>
            </w:pPr>
            <w:r w:rsidRPr="002401A3">
              <w:rPr>
                <w:spacing w:val="-3"/>
              </w:rPr>
              <w:t xml:space="preserve">Tel </w:t>
            </w:r>
            <w:r>
              <w:rPr>
                <w:spacing w:val="-3"/>
              </w:rPr>
              <w:t>56469773</w:t>
            </w:r>
          </w:p>
        </w:tc>
      </w:tr>
      <w:tr w:rsidR="00C46F14" w14:paraId="30748E43" w14:textId="77777777" w:rsidTr="002401A3">
        <w:tc>
          <w:tcPr>
            <w:tcW w:w="4502" w:type="dxa"/>
            <w:shd w:val="clear" w:color="auto" w:fill="auto"/>
          </w:tcPr>
          <w:p w14:paraId="62A80310" w14:textId="77777777" w:rsidR="00C46F14" w:rsidRDefault="00C46F14" w:rsidP="00C46F14">
            <w:pPr>
              <w:jc w:val="both"/>
              <w:rPr>
                <w:spacing w:val="0"/>
              </w:rPr>
            </w:pPr>
            <w:r>
              <w:rPr>
                <w:spacing w:val="0"/>
              </w:rPr>
              <w:t>Lääne-Viru maakond</w:t>
            </w:r>
          </w:p>
          <w:p w14:paraId="5170E162" w14:textId="628A6C4E" w:rsidR="00C46F14" w:rsidRPr="002401A3" w:rsidRDefault="00C46F14" w:rsidP="00C46F14">
            <w:pPr>
              <w:jc w:val="both"/>
              <w:rPr>
                <w:i/>
              </w:rPr>
            </w:pPr>
            <w:r w:rsidRPr="002401A3">
              <w:rPr>
                <w:spacing w:val="0"/>
              </w:rPr>
              <w:t xml:space="preserve">Tel 676 7500 </w:t>
            </w:r>
          </w:p>
        </w:tc>
        <w:tc>
          <w:tcPr>
            <w:tcW w:w="4502" w:type="dxa"/>
            <w:shd w:val="clear" w:color="auto" w:fill="auto"/>
          </w:tcPr>
          <w:p w14:paraId="7283417F" w14:textId="2C73C05E" w:rsidR="00C46F14" w:rsidRPr="002401A3" w:rsidRDefault="00C46F14" w:rsidP="00C46F14">
            <w:pPr>
              <w:jc w:val="both"/>
              <w:rPr>
                <w:i/>
              </w:rPr>
            </w:pPr>
            <w:r>
              <w:rPr>
                <w:spacing w:val="0"/>
              </w:rPr>
              <w:t>E-post tonukalja@hotmail.com</w:t>
            </w:r>
          </w:p>
        </w:tc>
      </w:tr>
      <w:tr w:rsidR="007F0F7C" w14:paraId="3ACB59BE" w14:textId="77777777" w:rsidTr="002401A3">
        <w:tc>
          <w:tcPr>
            <w:tcW w:w="4502" w:type="dxa"/>
            <w:shd w:val="clear" w:color="auto" w:fill="auto"/>
          </w:tcPr>
          <w:p w14:paraId="02827430" w14:textId="3D826B66" w:rsidR="007F0F7C" w:rsidRPr="005E6666" w:rsidRDefault="007F0F7C" w:rsidP="007F0F7C">
            <w:pPr>
              <w:jc w:val="both"/>
            </w:pPr>
            <w:r>
              <w:t>E-post rmk@rmk.ee</w:t>
            </w:r>
          </w:p>
        </w:tc>
        <w:tc>
          <w:tcPr>
            <w:tcW w:w="4502" w:type="dxa"/>
            <w:shd w:val="clear" w:color="auto" w:fill="auto"/>
          </w:tcPr>
          <w:p w14:paraId="61B012BA" w14:textId="77777777" w:rsidR="007F0F7C" w:rsidRPr="002401A3" w:rsidRDefault="007F0F7C" w:rsidP="007F0F7C">
            <w:pPr>
              <w:jc w:val="both"/>
              <w:rPr>
                <w:i/>
              </w:rPr>
            </w:pPr>
          </w:p>
        </w:tc>
      </w:tr>
      <w:tr w:rsidR="007F0F7C" w14:paraId="59A0ED82" w14:textId="77777777" w:rsidTr="002401A3">
        <w:tc>
          <w:tcPr>
            <w:tcW w:w="4502" w:type="dxa"/>
            <w:shd w:val="clear" w:color="auto" w:fill="auto"/>
          </w:tcPr>
          <w:p w14:paraId="263E9548" w14:textId="77777777" w:rsidR="007F0F7C" w:rsidRPr="002401A3" w:rsidRDefault="007F0F7C" w:rsidP="007F0F7C">
            <w:pPr>
              <w:jc w:val="both"/>
              <w:rPr>
                <w:i/>
              </w:rPr>
            </w:pPr>
          </w:p>
        </w:tc>
        <w:tc>
          <w:tcPr>
            <w:tcW w:w="4502" w:type="dxa"/>
            <w:shd w:val="clear" w:color="auto" w:fill="auto"/>
          </w:tcPr>
          <w:p w14:paraId="49F1BB08" w14:textId="77777777" w:rsidR="007F0F7C" w:rsidRPr="002401A3" w:rsidRDefault="007F0F7C" w:rsidP="007F0F7C">
            <w:pPr>
              <w:jc w:val="both"/>
              <w:rPr>
                <w:i/>
              </w:rPr>
            </w:pPr>
          </w:p>
        </w:tc>
      </w:tr>
      <w:tr w:rsidR="007F0F7C" w14:paraId="5AC8D7CE" w14:textId="77777777" w:rsidTr="002401A3">
        <w:tc>
          <w:tcPr>
            <w:tcW w:w="4502" w:type="dxa"/>
            <w:shd w:val="clear" w:color="auto" w:fill="auto"/>
          </w:tcPr>
          <w:p w14:paraId="0DC478A2" w14:textId="61A48358" w:rsidR="007F0F7C" w:rsidRPr="002401A3" w:rsidRDefault="007F0F7C" w:rsidP="007F0F7C">
            <w:pPr>
              <w:jc w:val="both"/>
              <w:rPr>
                <w:i/>
              </w:rPr>
            </w:pPr>
            <w:r>
              <w:rPr>
                <w:spacing w:val="0"/>
              </w:rPr>
              <w:t>Allkirjastatud digitaalselt</w:t>
            </w:r>
          </w:p>
        </w:tc>
        <w:tc>
          <w:tcPr>
            <w:tcW w:w="4502" w:type="dxa"/>
            <w:shd w:val="clear" w:color="auto" w:fill="auto"/>
          </w:tcPr>
          <w:p w14:paraId="4554A19D" w14:textId="04B133D7" w:rsidR="007F0F7C" w:rsidRPr="002401A3" w:rsidRDefault="007F0F7C" w:rsidP="007F0F7C">
            <w:pPr>
              <w:jc w:val="both"/>
              <w:rPr>
                <w:i/>
              </w:rPr>
            </w:pPr>
            <w:r>
              <w:rPr>
                <w:spacing w:val="0"/>
              </w:rPr>
              <w:t>Allkirjastatud digitaalselt</w:t>
            </w:r>
          </w:p>
        </w:tc>
      </w:tr>
      <w:tr w:rsidR="007F0F7C" w14:paraId="5DEB308D" w14:textId="77777777" w:rsidTr="002401A3">
        <w:tc>
          <w:tcPr>
            <w:tcW w:w="4502" w:type="dxa"/>
            <w:shd w:val="clear" w:color="auto" w:fill="auto"/>
          </w:tcPr>
          <w:p w14:paraId="660BD685" w14:textId="77777777" w:rsidR="007F0F7C" w:rsidRPr="002401A3" w:rsidRDefault="007F0F7C" w:rsidP="007F0F7C">
            <w:pPr>
              <w:jc w:val="both"/>
              <w:rPr>
                <w:i/>
              </w:rPr>
            </w:pPr>
          </w:p>
        </w:tc>
        <w:tc>
          <w:tcPr>
            <w:tcW w:w="4502" w:type="dxa"/>
            <w:shd w:val="clear" w:color="auto" w:fill="auto"/>
          </w:tcPr>
          <w:p w14:paraId="6F31A09A" w14:textId="77777777" w:rsidR="007F0F7C" w:rsidRPr="002401A3" w:rsidRDefault="007F0F7C" w:rsidP="007F0F7C">
            <w:pPr>
              <w:jc w:val="both"/>
              <w:rPr>
                <w:i/>
              </w:rPr>
            </w:pPr>
          </w:p>
        </w:tc>
      </w:tr>
      <w:tr w:rsidR="007F0F7C" w14:paraId="7FCC507F" w14:textId="77777777" w:rsidTr="002401A3">
        <w:tc>
          <w:tcPr>
            <w:tcW w:w="4502" w:type="dxa"/>
            <w:shd w:val="clear" w:color="auto" w:fill="auto"/>
          </w:tcPr>
          <w:p w14:paraId="22B26DC3" w14:textId="77777777" w:rsidR="007F0F7C" w:rsidRPr="002401A3" w:rsidRDefault="007F0F7C" w:rsidP="007F0F7C">
            <w:pPr>
              <w:jc w:val="both"/>
              <w:rPr>
                <w:i/>
              </w:rPr>
            </w:pPr>
          </w:p>
        </w:tc>
        <w:tc>
          <w:tcPr>
            <w:tcW w:w="4502" w:type="dxa"/>
            <w:shd w:val="clear" w:color="auto" w:fill="auto"/>
          </w:tcPr>
          <w:p w14:paraId="322991D4" w14:textId="77777777" w:rsidR="007F0F7C" w:rsidRPr="002401A3" w:rsidRDefault="007F0F7C" w:rsidP="007F0F7C">
            <w:pPr>
              <w:jc w:val="both"/>
              <w:rPr>
                <w:i/>
              </w:rPr>
            </w:pPr>
          </w:p>
        </w:tc>
      </w:tr>
      <w:tr w:rsidR="007F0F7C" w14:paraId="066A3B74" w14:textId="77777777" w:rsidTr="002401A3">
        <w:tc>
          <w:tcPr>
            <w:tcW w:w="4502" w:type="dxa"/>
            <w:shd w:val="clear" w:color="auto" w:fill="auto"/>
          </w:tcPr>
          <w:p w14:paraId="5C391A36" w14:textId="1D9A435B" w:rsidR="007F0F7C" w:rsidRPr="002401A3" w:rsidRDefault="007F0F7C" w:rsidP="007F0F7C">
            <w:pPr>
              <w:jc w:val="both"/>
              <w:rPr>
                <w:i/>
              </w:rPr>
            </w:pPr>
            <w:r>
              <w:rPr>
                <w:spacing w:val="0"/>
                <w:lang w:val="en-AU"/>
              </w:rPr>
              <w:t>Andri Plato</w:t>
            </w:r>
          </w:p>
        </w:tc>
        <w:tc>
          <w:tcPr>
            <w:tcW w:w="4502" w:type="dxa"/>
            <w:shd w:val="clear" w:color="auto" w:fill="auto"/>
          </w:tcPr>
          <w:p w14:paraId="15AF700C" w14:textId="72B8E084" w:rsidR="007F0F7C" w:rsidRPr="008C4FBF" w:rsidRDefault="008C4FBF" w:rsidP="007F0F7C">
            <w:pPr>
              <w:jc w:val="both"/>
            </w:pPr>
            <w:r w:rsidRPr="008C4FBF">
              <w:t>Tõnu Kalja</w:t>
            </w:r>
          </w:p>
        </w:tc>
      </w:tr>
      <w:tr w:rsidR="008C4FBF" w14:paraId="22CC7463" w14:textId="77777777" w:rsidTr="002401A3">
        <w:tc>
          <w:tcPr>
            <w:tcW w:w="4502" w:type="dxa"/>
            <w:shd w:val="clear" w:color="auto" w:fill="auto"/>
          </w:tcPr>
          <w:p w14:paraId="10A0A5B4" w14:textId="77777777" w:rsidR="008C4FBF" w:rsidRDefault="008C4FBF" w:rsidP="007F0F7C">
            <w:pPr>
              <w:jc w:val="both"/>
              <w:rPr>
                <w:spacing w:val="0"/>
                <w:lang w:val="en-AU"/>
              </w:rPr>
            </w:pPr>
          </w:p>
        </w:tc>
        <w:tc>
          <w:tcPr>
            <w:tcW w:w="4502" w:type="dxa"/>
            <w:shd w:val="clear" w:color="auto" w:fill="auto"/>
          </w:tcPr>
          <w:p w14:paraId="7E01B6BD" w14:textId="77777777" w:rsidR="008C4FBF" w:rsidRPr="002401A3" w:rsidRDefault="008C4FBF" w:rsidP="007F0F7C">
            <w:pPr>
              <w:jc w:val="both"/>
              <w:rPr>
                <w:i/>
              </w:rPr>
            </w:pPr>
          </w:p>
        </w:tc>
      </w:tr>
    </w:tbl>
    <w:p w14:paraId="3477825F" w14:textId="77777777" w:rsidR="00E72C87" w:rsidRPr="00C43328" w:rsidRDefault="00E72C87" w:rsidP="00633C31">
      <w:pPr>
        <w:jc w:val="both"/>
        <w:rPr>
          <w:i/>
        </w:rPr>
      </w:pPr>
      <w:bookmarkStart w:id="0" w:name="_GoBack"/>
      <w:bookmarkEnd w:id="0"/>
    </w:p>
    <w:sectPr w:rsidR="00E72C87" w:rsidRPr="00C43328" w:rsidSect="00AA6D06">
      <w:headerReference w:type="even" r:id="rId7"/>
      <w:headerReference w:type="default" r:id="rId8"/>
      <w:headerReference w:type="first" r:id="rId9"/>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1DBE6" w14:textId="77777777" w:rsidR="00894487" w:rsidRDefault="00894487">
      <w:r>
        <w:separator/>
      </w:r>
    </w:p>
  </w:endnote>
  <w:endnote w:type="continuationSeparator" w:id="0">
    <w:p w14:paraId="0AA191B6" w14:textId="77777777" w:rsidR="00894487" w:rsidRDefault="00894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0B2C4" w14:textId="77777777" w:rsidR="00894487" w:rsidRDefault="00894487">
      <w:r>
        <w:separator/>
      </w:r>
    </w:p>
  </w:footnote>
  <w:footnote w:type="continuationSeparator" w:id="0">
    <w:p w14:paraId="09CC1D49" w14:textId="77777777" w:rsidR="00894487" w:rsidRDefault="00894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68082" w14:textId="777777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F8CA6C3" w14:textId="77777777" w:rsidR="00BF3E18" w:rsidRDefault="00BF3E1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8C3CB" w14:textId="70D650A2"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C4FBF">
      <w:rPr>
        <w:rStyle w:val="Lehekljenumber"/>
        <w:noProof/>
      </w:rPr>
      <w:t>2</w:t>
    </w:r>
    <w:r>
      <w:rPr>
        <w:rStyle w:val="Lehekljenumber"/>
      </w:rPr>
      <w:fldChar w:fldCharType="end"/>
    </w:r>
  </w:p>
  <w:p w14:paraId="1D2C0FA0" w14:textId="77777777" w:rsidR="00BF3E18" w:rsidRPr="00AA6D06" w:rsidRDefault="00BF3E18" w:rsidP="00AC539B">
    <w:pPr>
      <w:pStyle w:val="Pi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CDE20" w14:textId="206C753A" w:rsidR="007324BB" w:rsidRDefault="007324BB">
    <w:pPr>
      <w:pStyle w:val="Pis"/>
    </w:pPr>
    <w:r>
      <w:t>RMK Elistvere loomapargi loomadele veterinaarteenuse tellimine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A3"/>
    <w:rsid w:val="00012265"/>
    <w:rsid w:val="00021839"/>
    <w:rsid w:val="0004133F"/>
    <w:rsid w:val="0004545C"/>
    <w:rsid w:val="000620FA"/>
    <w:rsid w:val="0006218A"/>
    <w:rsid w:val="00066081"/>
    <w:rsid w:val="00083DAC"/>
    <w:rsid w:val="000A476E"/>
    <w:rsid w:val="000A79B0"/>
    <w:rsid w:val="000C53D4"/>
    <w:rsid w:val="000E14E8"/>
    <w:rsid w:val="001258A6"/>
    <w:rsid w:val="00125A5F"/>
    <w:rsid w:val="001715A9"/>
    <w:rsid w:val="00173F20"/>
    <w:rsid w:val="002112F5"/>
    <w:rsid w:val="002255A6"/>
    <w:rsid w:val="0023011F"/>
    <w:rsid w:val="002401A3"/>
    <w:rsid w:val="00245F38"/>
    <w:rsid w:val="002470E3"/>
    <w:rsid w:val="00294876"/>
    <w:rsid w:val="002949B2"/>
    <w:rsid w:val="002A24E8"/>
    <w:rsid w:val="002C09B2"/>
    <w:rsid w:val="002D0433"/>
    <w:rsid w:val="002D135B"/>
    <w:rsid w:val="0030609E"/>
    <w:rsid w:val="003318CC"/>
    <w:rsid w:val="00340026"/>
    <w:rsid w:val="00341165"/>
    <w:rsid w:val="00355F75"/>
    <w:rsid w:val="003C6291"/>
    <w:rsid w:val="00404511"/>
    <w:rsid w:val="00462BB9"/>
    <w:rsid w:val="004749E6"/>
    <w:rsid w:val="00481361"/>
    <w:rsid w:val="00494B81"/>
    <w:rsid w:val="004B6B63"/>
    <w:rsid w:val="004C7C23"/>
    <w:rsid w:val="004D2A6E"/>
    <w:rsid w:val="004F2078"/>
    <w:rsid w:val="00517FFA"/>
    <w:rsid w:val="00527835"/>
    <w:rsid w:val="00550509"/>
    <w:rsid w:val="005A12AE"/>
    <w:rsid w:val="005A47EC"/>
    <w:rsid w:val="005A641D"/>
    <w:rsid w:val="005E6666"/>
    <w:rsid w:val="005F44AF"/>
    <w:rsid w:val="0060732D"/>
    <w:rsid w:val="00614D68"/>
    <w:rsid w:val="00633C31"/>
    <w:rsid w:val="006725CC"/>
    <w:rsid w:val="00694749"/>
    <w:rsid w:val="00696DB4"/>
    <w:rsid w:val="006C5A2D"/>
    <w:rsid w:val="006F3268"/>
    <w:rsid w:val="006F621F"/>
    <w:rsid w:val="007324BB"/>
    <w:rsid w:val="00751DB4"/>
    <w:rsid w:val="00786E6A"/>
    <w:rsid w:val="007B3720"/>
    <w:rsid w:val="007D2CEA"/>
    <w:rsid w:val="007D2F8C"/>
    <w:rsid w:val="007E5A7F"/>
    <w:rsid w:val="007E7FA3"/>
    <w:rsid w:val="007F0F7C"/>
    <w:rsid w:val="007F4BBE"/>
    <w:rsid w:val="008011C6"/>
    <w:rsid w:val="00806598"/>
    <w:rsid w:val="008278CF"/>
    <w:rsid w:val="0083705A"/>
    <w:rsid w:val="00843F20"/>
    <w:rsid w:val="00846F5B"/>
    <w:rsid w:val="008551A9"/>
    <w:rsid w:val="0085791E"/>
    <w:rsid w:val="00874E9F"/>
    <w:rsid w:val="0088644A"/>
    <w:rsid w:val="00894487"/>
    <w:rsid w:val="008A3B57"/>
    <w:rsid w:val="008A7C83"/>
    <w:rsid w:val="008C4FBF"/>
    <w:rsid w:val="00902451"/>
    <w:rsid w:val="00904E29"/>
    <w:rsid w:val="00910B2B"/>
    <w:rsid w:val="00940BF9"/>
    <w:rsid w:val="00943CBB"/>
    <w:rsid w:val="00980E7E"/>
    <w:rsid w:val="0099525C"/>
    <w:rsid w:val="009E10D3"/>
    <w:rsid w:val="009E39FB"/>
    <w:rsid w:val="00A4266D"/>
    <w:rsid w:val="00A65193"/>
    <w:rsid w:val="00A85A4C"/>
    <w:rsid w:val="00A945A9"/>
    <w:rsid w:val="00A9722D"/>
    <w:rsid w:val="00AA6D06"/>
    <w:rsid w:val="00AC539B"/>
    <w:rsid w:val="00AE297A"/>
    <w:rsid w:val="00B026A6"/>
    <w:rsid w:val="00B16A2C"/>
    <w:rsid w:val="00B623E9"/>
    <w:rsid w:val="00B975A2"/>
    <w:rsid w:val="00BC5EEB"/>
    <w:rsid w:val="00BD38CD"/>
    <w:rsid w:val="00BE0B73"/>
    <w:rsid w:val="00BF3E18"/>
    <w:rsid w:val="00BF76BC"/>
    <w:rsid w:val="00C23A43"/>
    <w:rsid w:val="00C272A3"/>
    <w:rsid w:val="00C34BEF"/>
    <w:rsid w:val="00C43328"/>
    <w:rsid w:val="00C46F14"/>
    <w:rsid w:val="00C50896"/>
    <w:rsid w:val="00C61324"/>
    <w:rsid w:val="00C642BC"/>
    <w:rsid w:val="00C77E37"/>
    <w:rsid w:val="00C8761D"/>
    <w:rsid w:val="00CC182A"/>
    <w:rsid w:val="00CF1514"/>
    <w:rsid w:val="00CF572E"/>
    <w:rsid w:val="00D513DD"/>
    <w:rsid w:val="00D56DDF"/>
    <w:rsid w:val="00D60E66"/>
    <w:rsid w:val="00D7035D"/>
    <w:rsid w:val="00D7047E"/>
    <w:rsid w:val="00D732DA"/>
    <w:rsid w:val="00D85539"/>
    <w:rsid w:val="00D93DB5"/>
    <w:rsid w:val="00DA5702"/>
    <w:rsid w:val="00DC2DB1"/>
    <w:rsid w:val="00DD41D9"/>
    <w:rsid w:val="00E06668"/>
    <w:rsid w:val="00E24DEF"/>
    <w:rsid w:val="00E57CB5"/>
    <w:rsid w:val="00E612D5"/>
    <w:rsid w:val="00E724C2"/>
    <w:rsid w:val="00E72C87"/>
    <w:rsid w:val="00E7412E"/>
    <w:rsid w:val="00E83929"/>
    <w:rsid w:val="00EB0E43"/>
    <w:rsid w:val="00EF23CC"/>
    <w:rsid w:val="00EF2C33"/>
    <w:rsid w:val="00F3603E"/>
    <w:rsid w:val="00F45D90"/>
    <w:rsid w:val="00F72487"/>
    <w:rsid w:val="00F77DB4"/>
    <w:rsid w:val="00FB2578"/>
    <w:rsid w:val="00FC4DD9"/>
    <w:rsid w:val="00FD2D2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3D82D"/>
  <w15:docId w15:val="{D6D33243-1449-4E94-A368-B3C0A6537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pacing w:val="-20"/>
      <w:sz w:val="24"/>
      <w:szCs w:val="24"/>
      <w:lang w:eastAsia="en-US"/>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semiHidden/>
    <w:unhideWhenUsed/>
    <w:rsid w:val="00B623E9"/>
    <w:rPr>
      <w:sz w:val="20"/>
      <w:szCs w:val="20"/>
    </w:rPr>
  </w:style>
  <w:style w:type="character" w:customStyle="1" w:styleId="KommentaaritekstMrk">
    <w:name w:val="Kommentaari tekst Märk"/>
    <w:link w:val="Kommentaaritekst"/>
    <w:uiPriority w:val="99"/>
    <w:semiHidden/>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basedOn w:val="Normaallaad"/>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 w:type="character" w:styleId="Kohatitetekst">
    <w:name w:val="Placeholder Text"/>
    <w:basedOn w:val="Liguvaikefont"/>
    <w:uiPriority w:val="99"/>
    <w:semiHidden/>
    <w:rsid w:val="00904E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9250FADF4C4865935D9F93D834EDFE"/>
        <w:category>
          <w:name w:val="Üldine"/>
          <w:gallery w:val="placeholder"/>
        </w:category>
        <w:types>
          <w:type w:val="bbPlcHdr"/>
        </w:types>
        <w:behaviors>
          <w:behavior w:val="content"/>
        </w:behaviors>
        <w:guid w:val="{1F81AC48-0997-40A0-AF38-63200C4E1323}"/>
      </w:docPartPr>
      <w:docPartBody>
        <w:p w:rsidR="009D2D31" w:rsidRDefault="00292028" w:rsidP="00292028">
          <w:pPr>
            <w:pStyle w:val="EF9250FADF4C4865935D9F93D834EDFE"/>
          </w:pPr>
          <w:r w:rsidRPr="00BE118B">
            <w:rPr>
              <w:rStyle w:val="Kohatitetekst"/>
            </w:rPr>
            <w:t>Choose an item.</w:t>
          </w:r>
        </w:p>
      </w:docPartBody>
    </w:docPart>
    <w:docPart>
      <w:docPartPr>
        <w:name w:val="E18C6B30FDD04A22BFB6C540154A2DC2"/>
        <w:category>
          <w:name w:val="Üldine"/>
          <w:gallery w:val="placeholder"/>
        </w:category>
        <w:types>
          <w:type w:val="bbPlcHdr"/>
        </w:types>
        <w:behaviors>
          <w:behavior w:val="content"/>
        </w:behaviors>
        <w:guid w:val="{CBEE3423-968A-499D-8772-577BF1DBAB2E}"/>
      </w:docPartPr>
      <w:docPartBody>
        <w:p w:rsidR="009D2D31" w:rsidRDefault="00292028" w:rsidP="00292028">
          <w:pPr>
            <w:pStyle w:val="E18C6B30FDD04A22BFB6C540154A2DC2"/>
          </w:pPr>
          <w:r w:rsidRPr="00BE118B">
            <w:rPr>
              <w:rStyle w:val="Kohatitetekst"/>
            </w:rPr>
            <w:t>Click here to enter a date.</w:t>
          </w:r>
        </w:p>
      </w:docPartBody>
    </w:docPart>
    <w:docPart>
      <w:docPartPr>
        <w:name w:val="D5B991EEA1AB4C12ACC2117F7C395F3D"/>
        <w:category>
          <w:name w:val="Üldine"/>
          <w:gallery w:val="placeholder"/>
        </w:category>
        <w:types>
          <w:type w:val="bbPlcHdr"/>
        </w:types>
        <w:behaviors>
          <w:behavior w:val="content"/>
        </w:behaviors>
        <w:guid w:val="{8D4534CA-9BA2-4885-A0C6-20DE24AB192B}"/>
      </w:docPartPr>
      <w:docPartBody>
        <w:p w:rsidR="009D2D31" w:rsidRDefault="00292028" w:rsidP="00292028">
          <w:pPr>
            <w:pStyle w:val="D5B991EEA1AB4C12ACC2117F7C395F3D"/>
          </w:pPr>
          <w:r>
            <w:rPr>
              <w:rStyle w:val="Kohatitetekst"/>
            </w:rPr>
            <w:t>Choose an item.</w:t>
          </w:r>
        </w:p>
      </w:docPartBody>
    </w:docPart>
    <w:docPart>
      <w:docPartPr>
        <w:name w:val="43B6F646A7FD41C7AE9ECCF7699F87FF"/>
        <w:category>
          <w:name w:val="Üldine"/>
          <w:gallery w:val="placeholder"/>
        </w:category>
        <w:types>
          <w:type w:val="bbPlcHdr"/>
        </w:types>
        <w:behaviors>
          <w:behavior w:val="content"/>
        </w:behaviors>
        <w:guid w:val="{0B146ACD-AB67-4293-A017-A65BE23A3492}"/>
      </w:docPartPr>
      <w:docPartBody>
        <w:p w:rsidR="009D2D31" w:rsidRDefault="00292028" w:rsidP="00292028">
          <w:pPr>
            <w:pStyle w:val="43B6F646A7FD41C7AE9ECCF7699F87FF"/>
          </w:pPr>
          <w:r w:rsidRPr="00BE118B">
            <w:rPr>
              <w:rStyle w:val="Kohatitetekst"/>
            </w:rPr>
            <w:t>Click here to enter a date.</w:t>
          </w:r>
        </w:p>
      </w:docPartBody>
    </w:docPart>
    <w:docPart>
      <w:docPartPr>
        <w:name w:val="603D0747E34E4E4490457C2E3F96AA18"/>
        <w:category>
          <w:name w:val="General"/>
          <w:gallery w:val="placeholder"/>
        </w:category>
        <w:types>
          <w:type w:val="bbPlcHdr"/>
        </w:types>
        <w:behaviors>
          <w:behavior w:val="content"/>
        </w:behaviors>
        <w:guid w:val="{D8734BA4-5AEC-40B5-89C7-35FF0D8D1C92}"/>
      </w:docPartPr>
      <w:docPartBody>
        <w:p w:rsidR="000C7601" w:rsidRDefault="007F295B" w:rsidP="007F295B">
          <w:pPr>
            <w:pStyle w:val="603D0747E34E4E4490457C2E3F96AA1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028"/>
    <w:rsid w:val="000C7601"/>
    <w:rsid w:val="001344F4"/>
    <w:rsid w:val="00292028"/>
    <w:rsid w:val="00402B16"/>
    <w:rsid w:val="004B5F41"/>
    <w:rsid w:val="00575439"/>
    <w:rsid w:val="005E360B"/>
    <w:rsid w:val="007F295B"/>
    <w:rsid w:val="009D2D31"/>
    <w:rsid w:val="00A33F4D"/>
    <w:rsid w:val="00B620F2"/>
    <w:rsid w:val="00EB22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F295B"/>
    <w:rPr>
      <w:color w:val="808080"/>
    </w:rPr>
  </w:style>
  <w:style w:type="paragraph" w:customStyle="1" w:styleId="EF9250FADF4C4865935D9F93D834EDFE">
    <w:name w:val="EF9250FADF4C4865935D9F93D834EDFE"/>
    <w:rsid w:val="00292028"/>
  </w:style>
  <w:style w:type="paragraph" w:customStyle="1" w:styleId="E18C6B30FDD04A22BFB6C540154A2DC2">
    <w:name w:val="E18C6B30FDD04A22BFB6C540154A2DC2"/>
    <w:rsid w:val="00292028"/>
  </w:style>
  <w:style w:type="paragraph" w:customStyle="1" w:styleId="80ACF7C7E0A44D9EA99B88A0739CDA92">
    <w:name w:val="80ACF7C7E0A44D9EA99B88A0739CDA92"/>
    <w:rsid w:val="00292028"/>
  </w:style>
  <w:style w:type="paragraph" w:customStyle="1" w:styleId="80ABC63B88A4455AB170208E840AD03C">
    <w:name w:val="80ABC63B88A4455AB170208E840AD03C"/>
    <w:rsid w:val="00292028"/>
  </w:style>
  <w:style w:type="paragraph" w:customStyle="1" w:styleId="1B63836A0759482EB1F40091D31DF1F9">
    <w:name w:val="1B63836A0759482EB1F40091D31DF1F9"/>
    <w:rsid w:val="00292028"/>
  </w:style>
  <w:style w:type="paragraph" w:customStyle="1" w:styleId="EDED2F36C5374BAABA045C1F2244F400">
    <w:name w:val="EDED2F36C5374BAABA045C1F2244F400"/>
    <w:rsid w:val="00292028"/>
  </w:style>
  <w:style w:type="paragraph" w:customStyle="1" w:styleId="D5B991EEA1AB4C12ACC2117F7C395F3D">
    <w:name w:val="D5B991EEA1AB4C12ACC2117F7C395F3D"/>
    <w:rsid w:val="00292028"/>
  </w:style>
  <w:style w:type="paragraph" w:customStyle="1" w:styleId="43B6F646A7FD41C7AE9ECCF7699F87FF">
    <w:name w:val="43B6F646A7FD41C7AE9ECCF7699F87FF"/>
    <w:rsid w:val="00292028"/>
  </w:style>
  <w:style w:type="paragraph" w:customStyle="1" w:styleId="603D0747E34E4E4490457C2E3F96AA18">
    <w:name w:val="603D0747E34E4E4490457C2E3F96AA18"/>
    <w:rsid w:val="007F29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käsundusleping (jur isiku või fie-ga).dotx</Template>
  <TotalTime>5</TotalTime>
  <Pages>3</Pages>
  <Words>785</Words>
  <Characters>4556</Characters>
  <Application>Microsoft Office Word</Application>
  <DocSecurity>0</DocSecurity>
  <Lines>37</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Andri Plato</cp:lastModifiedBy>
  <cp:revision>3</cp:revision>
  <cp:lastPrinted>2010-12-13T13:21:00Z</cp:lastPrinted>
  <dcterms:created xsi:type="dcterms:W3CDTF">2023-01-18T14:47:00Z</dcterms:created>
  <dcterms:modified xsi:type="dcterms:W3CDTF">2023-01-18T14:56:00Z</dcterms:modified>
</cp:coreProperties>
</file>